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81D" w:rsidRDefault="00A9681D" w:rsidP="005007FE"/>
    <w:p w:rsidR="002340C1" w:rsidRDefault="002340C1" w:rsidP="002340C1">
      <w:pPr>
        <w:pStyle w:val="Standarduser"/>
        <w:rPr>
          <w:rFonts w:ascii="Calibri" w:hAnsi="Calibri" w:cs="Calibri"/>
          <w:b/>
          <w:sz w:val="22"/>
          <w:szCs w:val="22"/>
        </w:rPr>
      </w:pPr>
    </w:p>
    <w:p w:rsidR="002340C1" w:rsidRDefault="002340C1" w:rsidP="002340C1">
      <w:pPr>
        <w:pStyle w:val="Standarduser"/>
        <w:ind w:left="7090"/>
      </w:pPr>
      <w:r>
        <w:rPr>
          <w:rFonts w:ascii="Calibri" w:hAnsi="Calibri" w:cs="Calibri"/>
          <w:b/>
          <w:sz w:val="22"/>
          <w:szCs w:val="22"/>
        </w:rPr>
        <w:t>Załącznik nr 2 do SIWZ</w:t>
      </w:r>
    </w:p>
    <w:p w:rsidR="002340C1" w:rsidRDefault="002340C1" w:rsidP="002340C1">
      <w:pPr>
        <w:pStyle w:val="Standarduser"/>
        <w:rPr>
          <w:rFonts w:ascii="Calibri" w:hAnsi="Calibri" w:cs="Calibri"/>
          <w:sz w:val="22"/>
          <w:szCs w:val="22"/>
        </w:rPr>
      </w:pPr>
    </w:p>
    <w:p w:rsidR="002340C1" w:rsidRDefault="002340C1" w:rsidP="002340C1">
      <w:pPr>
        <w:pStyle w:val="Standarduser"/>
        <w:rPr>
          <w:rFonts w:ascii="Calibri" w:hAnsi="Calibri" w:cs="Calibri"/>
          <w:sz w:val="22"/>
          <w:szCs w:val="22"/>
          <w:u w:val="single"/>
          <w:lang w:eastAsia="pl-PL"/>
        </w:rPr>
      </w:pPr>
    </w:p>
    <w:p w:rsidR="002340C1" w:rsidRDefault="002340C1" w:rsidP="002340C1">
      <w:pPr>
        <w:pStyle w:val="Standarduser"/>
        <w:jc w:val="center"/>
      </w:pPr>
      <w:r>
        <w:rPr>
          <w:rFonts w:ascii="Calibri" w:hAnsi="Calibri" w:cs="Calibri"/>
          <w:b/>
          <w:sz w:val="22"/>
          <w:szCs w:val="22"/>
          <w:lang w:eastAsia="pl-PL"/>
        </w:rPr>
        <w:t>FORMULARZ OFERTOWO-CENOWY</w:t>
      </w:r>
    </w:p>
    <w:p w:rsidR="002340C1" w:rsidRDefault="002340C1" w:rsidP="002340C1">
      <w:pPr>
        <w:pStyle w:val="Standarduser"/>
        <w:keepNext/>
        <w:ind w:left="57"/>
        <w:jc w:val="both"/>
        <w:rPr>
          <w:rFonts w:ascii="Calibri" w:hAnsi="Calibri" w:cs="Calibri"/>
          <w:b/>
          <w:sz w:val="22"/>
          <w:szCs w:val="22"/>
          <w:lang w:eastAsia="pl-PL"/>
        </w:rPr>
      </w:pPr>
    </w:p>
    <w:p w:rsidR="002340C1" w:rsidRDefault="002340C1" w:rsidP="002340C1">
      <w:pPr>
        <w:pStyle w:val="Standarduser"/>
        <w:ind w:right="39"/>
        <w:jc w:val="center"/>
      </w:pPr>
      <w:r>
        <w:rPr>
          <w:rFonts w:ascii="Calibri" w:hAnsi="Calibri" w:cs="Calibri"/>
          <w:sz w:val="22"/>
          <w:szCs w:val="22"/>
          <w:lang w:eastAsia="pl-PL"/>
        </w:rPr>
        <w:t>w postępowaniu o udzielenie zamówienia publicznego prowadzonym w trybie przetargu nieograniczonego na:</w:t>
      </w:r>
    </w:p>
    <w:p w:rsidR="002340C1" w:rsidRDefault="002340C1" w:rsidP="002340C1">
      <w:pPr>
        <w:pStyle w:val="Standarduser"/>
        <w:ind w:right="39"/>
        <w:jc w:val="center"/>
        <w:rPr>
          <w:rFonts w:ascii="Calibri" w:hAnsi="Calibri" w:cs="Calibri"/>
          <w:sz w:val="22"/>
          <w:szCs w:val="22"/>
          <w:lang w:eastAsia="pl-PL"/>
        </w:rPr>
      </w:pPr>
    </w:p>
    <w:p w:rsidR="002340C1" w:rsidRPr="00490903" w:rsidRDefault="002340C1" w:rsidP="002340C1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Dostawę</w:t>
      </w:r>
      <w:r w:rsidRPr="00490903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 xml:space="preserve">komputerów </w:t>
      </w:r>
      <w:r w:rsidRPr="00490903">
        <w:rPr>
          <w:rFonts w:ascii="Calibri" w:hAnsi="Calibri" w:cs="Calibri"/>
          <w:b/>
          <w:sz w:val="22"/>
          <w:szCs w:val="22"/>
        </w:rPr>
        <w:t>tabletów dla Lokalnego Ośrodka Wiedzy i Edukacji w Zespole Szkół nr 1 im. ks. St</w:t>
      </w:r>
      <w:r>
        <w:rPr>
          <w:rFonts w:ascii="Calibri" w:hAnsi="Calibri" w:cs="Calibri"/>
          <w:b/>
          <w:sz w:val="22"/>
          <w:szCs w:val="22"/>
        </w:rPr>
        <w:t>.</w:t>
      </w:r>
      <w:r w:rsidRPr="00490903">
        <w:rPr>
          <w:rFonts w:ascii="Calibri" w:hAnsi="Calibri" w:cs="Calibri"/>
          <w:b/>
          <w:sz w:val="22"/>
          <w:szCs w:val="22"/>
        </w:rPr>
        <w:t xml:space="preserve"> Konarskiego 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490903">
        <w:rPr>
          <w:rFonts w:ascii="Calibri" w:hAnsi="Calibri" w:cs="Calibri"/>
          <w:b/>
          <w:sz w:val="22"/>
          <w:szCs w:val="22"/>
        </w:rPr>
        <w:t>w Jędrzejowie w ramach projektu „Lokalne Ośrodki Wiedzy i Edukacji na rzecz aktywizacji edukacyjnej osób dorosłych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490903">
        <w:rPr>
          <w:rFonts w:ascii="Calibri" w:hAnsi="Calibri" w:cs="Calibri"/>
          <w:b/>
          <w:sz w:val="22"/>
          <w:szCs w:val="22"/>
        </w:rPr>
        <w:t>2” .</w:t>
      </w:r>
    </w:p>
    <w:p w:rsidR="002340C1" w:rsidRDefault="002340C1" w:rsidP="002340C1">
      <w:pPr>
        <w:pStyle w:val="Standarduser"/>
        <w:jc w:val="center"/>
        <w:rPr>
          <w:rFonts w:ascii="Calibri" w:hAnsi="Calibri" w:cs="Calibri"/>
          <w:b/>
          <w:sz w:val="22"/>
          <w:szCs w:val="22"/>
          <w:u w:val="single"/>
          <w:lang w:eastAsia="pl-PL"/>
        </w:rPr>
      </w:pPr>
    </w:p>
    <w:p w:rsidR="002340C1" w:rsidRDefault="002340C1" w:rsidP="002340C1">
      <w:pPr>
        <w:pStyle w:val="Standarduser"/>
        <w:jc w:val="center"/>
      </w:pPr>
      <w:r>
        <w:rPr>
          <w:rFonts w:ascii="Calibri" w:hAnsi="Calibri" w:cs="Calibri"/>
          <w:b/>
          <w:sz w:val="22"/>
          <w:szCs w:val="22"/>
          <w:u w:val="single"/>
          <w:lang w:eastAsia="pl-PL"/>
        </w:rPr>
        <w:t>Nazwa i adres Wykonawcy:</w:t>
      </w:r>
    </w:p>
    <w:p w:rsidR="002340C1" w:rsidRDefault="002340C1" w:rsidP="002340C1">
      <w:pPr>
        <w:pStyle w:val="Standarduser"/>
        <w:rPr>
          <w:rFonts w:ascii="Calibri" w:hAnsi="Calibri" w:cs="Calibri"/>
          <w:b/>
          <w:sz w:val="22"/>
          <w:szCs w:val="22"/>
          <w:u w:val="single"/>
          <w:lang w:eastAsia="pl-PL"/>
        </w:rPr>
      </w:pPr>
    </w:p>
    <w:p w:rsidR="002340C1" w:rsidRDefault="002340C1" w:rsidP="002340C1">
      <w:pPr>
        <w:pStyle w:val="Standarduser"/>
        <w:jc w:val="center"/>
      </w:pPr>
      <w:r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.....................................................................................................</w:t>
      </w:r>
    </w:p>
    <w:p w:rsidR="002340C1" w:rsidRDefault="002340C1" w:rsidP="002340C1">
      <w:pPr>
        <w:pStyle w:val="Standarduser"/>
        <w:jc w:val="center"/>
      </w:pPr>
      <w:r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.....................................................................................................</w:t>
      </w:r>
    </w:p>
    <w:p w:rsidR="002340C1" w:rsidRDefault="002340C1" w:rsidP="002340C1">
      <w:pPr>
        <w:pStyle w:val="Standarduser"/>
        <w:ind w:left="720"/>
        <w:jc w:val="center"/>
        <w:rPr>
          <w:rFonts w:ascii="Calibri" w:hAnsi="Calibri" w:cs="Calibri"/>
          <w:sz w:val="22"/>
          <w:szCs w:val="22"/>
          <w:lang w:eastAsia="pl-PL"/>
        </w:rPr>
      </w:pPr>
    </w:p>
    <w:p w:rsidR="002340C1" w:rsidRDefault="002340C1" w:rsidP="002340C1">
      <w:pPr>
        <w:pStyle w:val="Standarduser"/>
        <w:jc w:val="center"/>
      </w:pPr>
      <w:r>
        <w:rPr>
          <w:rFonts w:ascii="Calibri" w:hAnsi="Calibri" w:cs="Calibri"/>
          <w:sz w:val="22"/>
          <w:szCs w:val="22"/>
          <w:lang w:eastAsia="pl-PL"/>
        </w:rPr>
        <w:t>Numer telefonu .........................................  faksu .................................</w:t>
      </w:r>
    </w:p>
    <w:p w:rsidR="002340C1" w:rsidRDefault="002340C1" w:rsidP="002340C1">
      <w:pPr>
        <w:pStyle w:val="Standarduser"/>
        <w:rPr>
          <w:rFonts w:ascii="Calibri" w:hAnsi="Calibri" w:cs="Calibri"/>
          <w:sz w:val="22"/>
          <w:szCs w:val="22"/>
          <w:lang w:eastAsia="pl-PL"/>
        </w:rPr>
      </w:pPr>
    </w:p>
    <w:p w:rsidR="002340C1" w:rsidRDefault="002340C1" w:rsidP="002340C1">
      <w:pPr>
        <w:pStyle w:val="Standarduser"/>
        <w:jc w:val="center"/>
      </w:pPr>
      <w:r>
        <w:rPr>
          <w:rFonts w:ascii="Calibri" w:hAnsi="Calibri" w:cs="Calibri"/>
          <w:sz w:val="22"/>
          <w:szCs w:val="22"/>
          <w:lang w:eastAsia="pl-PL"/>
        </w:rPr>
        <w:t>NIP  .......................................... REGON .....................................</w:t>
      </w:r>
    </w:p>
    <w:p w:rsidR="002340C1" w:rsidRDefault="002340C1" w:rsidP="002340C1">
      <w:pPr>
        <w:pStyle w:val="Standarduser"/>
        <w:rPr>
          <w:rFonts w:ascii="Calibri" w:hAnsi="Calibri" w:cs="Calibri"/>
          <w:sz w:val="22"/>
          <w:szCs w:val="22"/>
          <w:lang w:eastAsia="pl-PL"/>
        </w:rPr>
      </w:pPr>
    </w:p>
    <w:p w:rsidR="002340C1" w:rsidRDefault="002340C1" w:rsidP="002340C1">
      <w:pPr>
        <w:pStyle w:val="Standarduser"/>
        <w:jc w:val="center"/>
      </w:pPr>
      <w:r>
        <w:rPr>
          <w:rFonts w:ascii="Calibri" w:hAnsi="Calibri" w:cs="Calibri"/>
          <w:b/>
          <w:bCs/>
          <w:i/>
          <w:iCs/>
          <w:sz w:val="22"/>
          <w:szCs w:val="22"/>
          <w:vertAlign w:val="superscript"/>
          <w:lang w:eastAsia="pl-PL"/>
        </w:rPr>
        <w:t>Uwaga: W przypadku oferty składanej przez konsorcjum w pozycji „nazwa Wykonawcy(ów)” Wykonawca wpisuje nazwę konsorcjum</w:t>
      </w:r>
      <w:r>
        <w:rPr>
          <w:rFonts w:ascii="Calibri" w:hAnsi="Calibri" w:cs="Calibri"/>
          <w:b/>
          <w:bCs/>
          <w:i/>
          <w:iCs/>
          <w:sz w:val="22"/>
          <w:szCs w:val="22"/>
          <w:vertAlign w:val="superscript"/>
          <w:lang w:eastAsia="pl-PL"/>
        </w:rPr>
        <w:br/>
        <w:t xml:space="preserve"> i nazwę pełnomocnika, w pozostałych pozycjach dotyczących „adresu Wykonawcy(ów)” - dane Pełnomocnika konsorcjum.</w:t>
      </w:r>
    </w:p>
    <w:p w:rsidR="002340C1" w:rsidRDefault="002340C1" w:rsidP="002340C1">
      <w:pPr>
        <w:pStyle w:val="Standarduser"/>
        <w:jc w:val="both"/>
      </w:pPr>
      <w:r>
        <w:rPr>
          <w:rFonts w:ascii="Calibri" w:hAnsi="Calibri" w:cs="Calibri"/>
          <w:sz w:val="22"/>
          <w:szCs w:val="22"/>
          <w:lang w:eastAsia="pl-PL"/>
        </w:rPr>
        <w:t>oświadczam/y, że:</w:t>
      </w:r>
    </w:p>
    <w:p w:rsidR="002340C1" w:rsidRDefault="002340C1" w:rsidP="002340C1">
      <w:pPr>
        <w:pStyle w:val="Standarduser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</w:p>
    <w:p w:rsidR="002340C1" w:rsidRDefault="002340C1" w:rsidP="002340C1">
      <w:pPr>
        <w:pStyle w:val="Standarduser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</w:p>
    <w:p w:rsidR="002340C1" w:rsidRDefault="002340C1" w:rsidP="002340C1">
      <w:pPr>
        <w:pStyle w:val="Standarduser"/>
        <w:numPr>
          <w:ilvl w:val="0"/>
          <w:numId w:val="26"/>
        </w:numPr>
        <w:pBdr>
          <w:bottom w:val="single" w:sz="4" w:space="0" w:color="00000A"/>
        </w:pBdr>
        <w:tabs>
          <w:tab w:val="left" w:pos="1620"/>
        </w:tabs>
        <w:spacing w:line="360" w:lineRule="auto"/>
        <w:ind w:left="540" w:hanging="540"/>
        <w:jc w:val="both"/>
      </w:pPr>
      <w:r>
        <w:rPr>
          <w:rFonts w:ascii="Calibri" w:hAnsi="Calibri" w:cs="Calibri"/>
          <w:sz w:val="22"/>
          <w:szCs w:val="22"/>
          <w:lang w:eastAsia="pl-PL"/>
        </w:rPr>
        <w:t>Oferujemy wykonywanie przedmiotu zamówienia za łączną cenę ryczałtową brutto :</w:t>
      </w:r>
    </w:p>
    <w:p w:rsidR="002340C1" w:rsidRDefault="002340C1" w:rsidP="002340C1">
      <w:pPr>
        <w:pStyle w:val="Standarduser"/>
        <w:spacing w:line="360" w:lineRule="auto"/>
        <w:rPr>
          <w:rFonts w:ascii="Calibri" w:hAnsi="Calibri" w:cs="Calibri"/>
          <w:sz w:val="22"/>
          <w:szCs w:val="22"/>
        </w:rPr>
      </w:pPr>
    </w:p>
    <w:p w:rsidR="002340C1" w:rsidRDefault="002340C1" w:rsidP="002340C1">
      <w:pPr>
        <w:pStyle w:val="Standarduser"/>
        <w:spacing w:line="360" w:lineRule="auto"/>
      </w:pPr>
      <w:r>
        <w:rPr>
          <w:rFonts w:ascii="Calibri" w:hAnsi="Calibri" w:cs="Calibri"/>
          <w:sz w:val="22"/>
          <w:szCs w:val="22"/>
          <w:lang w:eastAsia="pl-PL"/>
        </w:rPr>
        <w:t xml:space="preserve"> ……………………………………….. zł.</w:t>
      </w:r>
    </w:p>
    <w:p w:rsidR="002340C1" w:rsidRDefault="002340C1" w:rsidP="002340C1">
      <w:pPr>
        <w:pStyle w:val="Standarduser"/>
        <w:spacing w:line="360" w:lineRule="auto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Słownie ……………………………………………......................................................, w tym  podatek zgodnie z 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Zał. do formularza ofertowo - cenowego </w:t>
      </w:r>
      <w:r>
        <w:rPr>
          <w:rFonts w:ascii="Calibri" w:hAnsi="Calibri" w:cs="Calibri"/>
          <w:sz w:val="22"/>
          <w:szCs w:val="22"/>
          <w:lang w:eastAsia="pl-PL"/>
        </w:rPr>
        <w:t>stanowiącym integralną część niniejszej oferty</w:t>
      </w:r>
    </w:p>
    <w:p w:rsidR="002340C1" w:rsidRDefault="002340C1" w:rsidP="002340C1">
      <w:pPr>
        <w:pStyle w:val="Standarduser"/>
        <w:jc w:val="both"/>
      </w:pPr>
      <w:r>
        <w:rPr>
          <w:rFonts w:ascii="Calibri" w:hAnsi="Calibri" w:cs="Calibri"/>
          <w:sz w:val="22"/>
          <w:szCs w:val="22"/>
          <w:lang w:eastAsia="pl-PL"/>
        </w:rPr>
        <w:t>Zobowiązuję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y) się wykonać przedmiot zamówienia w terminie określonym przez Zamawiającego, </w:t>
      </w:r>
      <w:r>
        <w:rPr>
          <w:rFonts w:ascii="Calibri" w:hAnsi="Calibri" w:cs="Calibri"/>
          <w:b/>
          <w:sz w:val="22"/>
          <w:szCs w:val="22"/>
          <w:lang w:eastAsia="pl-PL"/>
        </w:rPr>
        <w:t>tj. ………………………..(nie dłużej niż do 13.11.2020r.)</w:t>
      </w:r>
    </w:p>
    <w:p w:rsidR="002340C1" w:rsidRDefault="002340C1" w:rsidP="002340C1">
      <w:pPr>
        <w:pStyle w:val="Standarduser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Oświadczam/y, że</w:t>
      </w:r>
      <w:bookmarkStart w:id="0" w:name="_GoBack"/>
      <w:bookmarkEnd w:id="0"/>
    </w:p>
    <w:p w:rsidR="002340C1" w:rsidRDefault="002340C1" w:rsidP="002340C1">
      <w:pPr>
        <w:pStyle w:val="Standarduser"/>
        <w:numPr>
          <w:ilvl w:val="0"/>
          <w:numId w:val="18"/>
        </w:numPr>
        <w:ind w:right="23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nie  będzie </w:t>
      </w:r>
      <w:r>
        <w:rPr>
          <w:rFonts w:ascii="Calibri" w:hAnsi="Calibri" w:cs="Calibri"/>
          <w:sz w:val="22"/>
          <w:szCs w:val="22"/>
          <w:lang w:eastAsia="pl-PL"/>
        </w:rPr>
        <w:t>prowadzić do powstania u Zamawiającego obowiązku podatkowego</w:t>
      </w:r>
    </w:p>
    <w:p w:rsidR="002340C1" w:rsidRDefault="002340C1" w:rsidP="002340C1">
      <w:pPr>
        <w:pStyle w:val="Standarduser"/>
        <w:numPr>
          <w:ilvl w:val="0"/>
          <w:numId w:val="18"/>
        </w:numPr>
        <w:ind w:right="23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będzie</w:t>
      </w:r>
      <w:r>
        <w:rPr>
          <w:rFonts w:ascii="Calibri" w:hAnsi="Calibri" w:cs="Calibri"/>
          <w:sz w:val="22"/>
          <w:szCs w:val="22"/>
          <w:lang w:eastAsia="pl-PL"/>
        </w:rPr>
        <w:t xml:space="preserve"> prowadzić do powstania u Zamawiającego obowiązku podatkowego w odniesieniu do następujących </w:t>
      </w:r>
      <w:r>
        <w:rPr>
          <w:rFonts w:ascii="Calibri" w:hAnsi="Calibri" w:cs="Calibri"/>
          <w:i/>
          <w:iCs/>
          <w:sz w:val="22"/>
          <w:szCs w:val="22"/>
          <w:lang w:eastAsia="pl-PL"/>
        </w:rPr>
        <w:t>towarów/ usług (w zależności od przedmiotu zamówienia)</w:t>
      </w:r>
      <w:r>
        <w:rPr>
          <w:rFonts w:ascii="Calibri" w:hAnsi="Calibri" w:cs="Calibri"/>
          <w:sz w:val="22"/>
          <w:szCs w:val="22"/>
          <w:lang w:eastAsia="pl-PL"/>
        </w:rPr>
        <w:t xml:space="preserve">: ____________________________________________. Wartość </w:t>
      </w:r>
      <w:r>
        <w:rPr>
          <w:rFonts w:ascii="Calibri" w:hAnsi="Calibri" w:cs="Calibri"/>
          <w:i/>
          <w:iCs/>
          <w:sz w:val="22"/>
          <w:szCs w:val="22"/>
          <w:lang w:eastAsia="pl-PL"/>
        </w:rPr>
        <w:t>towaru/ usług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  <w:lang w:eastAsia="pl-PL"/>
        </w:rPr>
        <w:t>(w zależności od przedmiotu zamówienia)</w:t>
      </w:r>
      <w:r>
        <w:rPr>
          <w:rFonts w:ascii="Calibri" w:hAnsi="Calibri" w:cs="Calibri"/>
          <w:sz w:val="22"/>
          <w:szCs w:val="22"/>
          <w:lang w:eastAsia="pl-PL"/>
        </w:rPr>
        <w:t xml:space="preserve"> powodująca obowiązek podatkowy u Zamawiającego to ___________ zł netto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>.*</w:t>
      </w:r>
    </w:p>
    <w:p w:rsidR="002340C1" w:rsidRDefault="002340C1" w:rsidP="002340C1">
      <w:pPr>
        <w:pStyle w:val="Standarduser"/>
        <w:ind w:left="720" w:right="23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2340C1" w:rsidRDefault="002340C1" w:rsidP="002340C1">
      <w:pPr>
        <w:pStyle w:val="Standarduser"/>
        <w:ind w:left="142" w:hanging="142"/>
        <w:jc w:val="both"/>
      </w:pPr>
      <w:r>
        <w:rPr>
          <w:rFonts w:ascii="Calibri" w:hAnsi="Calibri" w:cs="Calibri"/>
          <w:i/>
          <w:iCs/>
          <w:sz w:val="22"/>
          <w:szCs w:val="22"/>
          <w:lang w:eastAsia="pl-PL"/>
        </w:rPr>
        <w:t xml:space="preserve">  * Dotyczy Wykonawców</w:t>
      </w:r>
      <w:r>
        <w:rPr>
          <w:rFonts w:ascii="Calibri" w:hAnsi="Calibri" w:cs="Calibri"/>
          <w:sz w:val="22"/>
          <w:szCs w:val="22"/>
          <w:lang w:eastAsia="pl-PL"/>
        </w:rPr>
        <w:t xml:space="preserve">, </w:t>
      </w:r>
      <w:r>
        <w:rPr>
          <w:rFonts w:ascii="Calibri" w:hAnsi="Calibri" w:cs="Calibri"/>
          <w:i/>
          <w:iCs/>
          <w:sz w:val="22"/>
          <w:szCs w:val="22"/>
          <w:lang w:eastAsia="pl-PL"/>
        </w:rPr>
        <w:t>których oferty będą generować obowiązek doliczania wartości podatku VAT do wartości netto oferty, tj. w przypadku:</w:t>
      </w:r>
    </w:p>
    <w:p w:rsidR="002340C1" w:rsidRDefault="002340C1" w:rsidP="002340C1">
      <w:pPr>
        <w:pStyle w:val="Standarduser"/>
        <w:numPr>
          <w:ilvl w:val="0"/>
          <w:numId w:val="19"/>
        </w:numPr>
        <w:jc w:val="both"/>
      </w:pPr>
      <w:proofErr w:type="spellStart"/>
      <w:r>
        <w:rPr>
          <w:rFonts w:ascii="Calibri" w:hAnsi="Calibri" w:cs="Calibri"/>
          <w:i/>
          <w:iCs/>
          <w:sz w:val="22"/>
          <w:szCs w:val="22"/>
          <w:lang w:eastAsia="pl-PL"/>
        </w:rPr>
        <w:t>wewnątrzwspólnotowego</w:t>
      </w:r>
      <w:proofErr w:type="spellEnd"/>
      <w:r>
        <w:rPr>
          <w:rFonts w:ascii="Calibri" w:hAnsi="Calibri" w:cs="Calibri"/>
          <w:i/>
          <w:iCs/>
          <w:sz w:val="22"/>
          <w:szCs w:val="22"/>
          <w:lang w:eastAsia="pl-PL"/>
        </w:rPr>
        <w:t xml:space="preserve"> nabycia towarów</w:t>
      </w:r>
    </w:p>
    <w:p w:rsidR="002340C1" w:rsidRDefault="002340C1" w:rsidP="002340C1">
      <w:pPr>
        <w:pStyle w:val="Standarduser"/>
        <w:numPr>
          <w:ilvl w:val="0"/>
          <w:numId w:val="19"/>
        </w:numPr>
        <w:jc w:val="both"/>
      </w:pPr>
      <w:r>
        <w:rPr>
          <w:rFonts w:ascii="Calibri" w:hAnsi="Calibri" w:cs="Calibri"/>
          <w:i/>
          <w:iCs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2340C1" w:rsidRDefault="002340C1" w:rsidP="002340C1">
      <w:pPr>
        <w:pStyle w:val="Standarduser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2340C1" w:rsidRDefault="002340C1" w:rsidP="002340C1">
      <w:pPr>
        <w:pStyle w:val="Akapitzlist"/>
        <w:numPr>
          <w:ilvl w:val="0"/>
          <w:numId w:val="27"/>
        </w:numPr>
        <w:tabs>
          <w:tab w:val="left" w:pos="-2268"/>
        </w:tabs>
        <w:suppressAutoHyphens/>
        <w:autoSpaceDN w:val="0"/>
        <w:spacing w:after="0" w:line="240" w:lineRule="auto"/>
        <w:ind w:left="567" w:hanging="567"/>
        <w:contextualSpacing w:val="0"/>
        <w:jc w:val="both"/>
        <w:textAlignment w:val="baseline"/>
      </w:pPr>
      <w:r>
        <w:rPr>
          <w:rFonts w:cs="Calibri"/>
          <w:lang w:eastAsia="pl-PL"/>
        </w:rPr>
        <w:t>Oferujemy wykonanie całości przedmiotu zamówienia w zakresie objętym specyfikacją istotnych warunków zamówienia wraz z załącznikami do SIWZ</w:t>
      </w:r>
    </w:p>
    <w:p w:rsidR="002340C1" w:rsidRDefault="002340C1" w:rsidP="002340C1">
      <w:pPr>
        <w:pStyle w:val="Standarduser"/>
        <w:numPr>
          <w:ilvl w:val="0"/>
          <w:numId w:val="20"/>
        </w:numPr>
        <w:tabs>
          <w:tab w:val="left" w:pos="1620"/>
        </w:tabs>
        <w:ind w:left="540" w:hanging="540"/>
        <w:jc w:val="both"/>
      </w:pPr>
      <w:r>
        <w:rPr>
          <w:rFonts w:ascii="Calibri" w:hAnsi="Calibri" w:cs="Calibri"/>
          <w:sz w:val="22"/>
          <w:szCs w:val="22"/>
          <w:lang w:eastAsia="pl-PL"/>
        </w:rPr>
        <w:t>Na całość wykonanych dostaw udzielamy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 gwarancji </w:t>
      </w:r>
      <w:r>
        <w:rPr>
          <w:rFonts w:ascii="Calibri" w:hAnsi="Calibri" w:cs="Calibri"/>
          <w:sz w:val="22"/>
          <w:szCs w:val="22"/>
          <w:lang w:eastAsia="pl-PL"/>
        </w:rPr>
        <w:t>wg szczegółowego opisu zamieszczonego</w:t>
      </w:r>
      <w:r w:rsidR="00FA4F51"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b/>
          <w:sz w:val="22"/>
          <w:szCs w:val="22"/>
          <w:lang w:eastAsia="pl-PL"/>
        </w:rPr>
        <w:t xml:space="preserve">w Załączniku nr 1  do SIWZ </w:t>
      </w:r>
      <w:r>
        <w:rPr>
          <w:rFonts w:ascii="Calibri" w:hAnsi="Calibri" w:cs="Calibri"/>
          <w:sz w:val="22"/>
          <w:szCs w:val="22"/>
          <w:lang w:eastAsia="pl-PL"/>
        </w:rPr>
        <w:t xml:space="preserve">oraz </w:t>
      </w:r>
      <w:r>
        <w:rPr>
          <w:rFonts w:ascii="Calibri" w:hAnsi="Calibri" w:cs="Calibri"/>
          <w:b/>
          <w:sz w:val="22"/>
          <w:szCs w:val="22"/>
          <w:lang w:eastAsia="pl-PL"/>
        </w:rPr>
        <w:t>rękojmi na minimum 24 miesięcy.</w:t>
      </w:r>
    </w:p>
    <w:p w:rsidR="002340C1" w:rsidRDefault="002340C1" w:rsidP="002340C1">
      <w:pPr>
        <w:pStyle w:val="Standarduser"/>
        <w:numPr>
          <w:ilvl w:val="0"/>
          <w:numId w:val="20"/>
        </w:numPr>
        <w:tabs>
          <w:tab w:val="left" w:pos="1620"/>
        </w:tabs>
        <w:ind w:left="540" w:hanging="540"/>
      </w:pPr>
      <w:r>
        <w:rPr>
          <w:rFonts w:ascii="Calibri" w:hAnsi="Calibri" w:cs="Calibri"/>
          <w:b/>
          <w:sz w:val="22"/>
          <w:szCs w:val="22"/>
          <w:lang w:eastAsia="pl-PL"/>
        </w:rPr>
        <w:t>Warunki płatności:</w:t>
      </w:r>
      <w:r>
        <w:rPr>
          <w:rFonts w:ascii="Calibri" w:hAnsi="Calibri" w:cs="Calibri"/>
          <w:b/>
          <w:sz w:val="22"/>
          <w:szCs w:val="22"/>
          <w:lang w:eastAsia="pl-PL"/>
        </w:rPr>
        <w:br/>
      </w:r>
      <w:r>
        <w:rPr>
          <w:rFonts w:ascii="Calibri" w:hAnsi="Calibri" w:cs="Calibri"/>
          <w:bCs/>
          <w:iCs/>
          <w:sz w:val="22"/>
          <w:szCs w:val="22"/>
          <w:lang w:eastAsia="pl-PL"/>
        </w:rPr>
        <w:t>Akceptujemy warunki płatności określone w projekcie umowy.</w:t>
      </w:r>
    </w:p>
    <w:p w:rsidR="002340C1" w:rsidRDefault="002340C1" w:rsidP="002340C1">
      <w:pPr>
        <w:pStyle w:val="Standarduser"/>
        <w:tabs>
          <w:tab w:val="left" w:pos="2160"/>
        </w:tabs>
        <w:ind w:left="720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Oświadczamy, że:|</w:t>
      </w:r>
    </w:p>
    <w:p w:rsidR="002340C1" w:rsidRDefault="002340C1" w:rsidP="002340C1">
      <w:pPr>
        <w:pStyle w:val="Akapitzlist"/>
        <w:numPr>
          <w:ilvl w:val="0"/>
          <w:numId w:val="28"/>
        </w:numPr>
        <w:tabs>
          <w:tab w:val="left" w:pos="1980"/>
          <w:tab w:val="left" w:pos="2160"/>
        </w:tabs>
        <w:suppressAutoHyphens/>
        <w:autoSpaceDN w:val="0"/>
        <w:spacing w:after="0" w:line="240" w:lineRule="auto"/>
        <w:ind w:hanging="360"/>
        <w:contextualSpacing w:val="0"/>
        <w:jc w:val="both"/>
        <w:textAlignment w:val="baseline"/>
      </w:pPr>
      <w:r>
        <w:rPr>
          <w:rFonts w:cs="Calibri"/>
          <w:bCs/>
          <w:lang w:eastAsia="pl-PL"/>
        </w:rPr>
        <w:t>gwarantuję(my) wykonanie całości niniejszego zamówienia zgodnie z treścią: SIWZ, wyjaśnień do SIWZ oraz jej modyfikacji, z którymi się zapoznałem/</w:t>
      </w:r>
      <w:proofErr w:type="spellStart"/>
      <w:r>
        <w:rPr>
          <w:rFonts w:cs="Calibri"/>
          <w:bCs/>
          <w:lang w:eastAsia="pl-PL"/>
        </w:rPr>
        <w:t>liśmy</w:t>
      </w:r>
      <w:proofErr w:type="spellEnd"/>
      <w:r>
        <w:rPr>
          <w:rFonts w:cs="Calibri"/>
          <w:bCs/>
          <w:lang w:eastAsia="pl-PL"/>
        </w:rPr>
        <w:t xml:space="preserve"> i przyjmuję/</w:t>
      </w:r>
      <w:proofErr w:type="spellStart"/>
      <w:r>
        <w:rPr>
          <w:rFonts w:cs="Calibri"/>
          <w:bCs/>
          <w:lang w:eastAsia="pl-PL"/>
        </w:rPr>
        <w:t>emy</w:t>
      </w:r>
      <w:proofErr w:type="spellEnd"/>
      <w:r>
        <w:rPr>
          <w:rFonts w:cs="Calibri"/>
          <w:bCs/>
          <w:lang w:eastAsia="pl-PL"/>
        </w:rPr>
        <w:t xml:space="preserve"> je bez zastrzeżeń;</w:t>
      </w:r>
    </w:p>
    <w:p w:rsidR="002340C1" w:rsidRDefault="002340C1" w:rsidP="002340C1">
      <w:pPr>
        <w:pStyle w:val="Standarduser"/>
        <w:numPr>
          <w:ilvl w:val="0"/>
          <w:numId w:val="21"/>
        </w:numPr>
        <w:tabs>
          <w:tab w:val="left" w:pos="2160"/>
        </w:tabs>
        <w:ind w:left="720" w:hanging="294"/>
        <w:jc w:val="both"/>
      </w:pPr>
      <w:r>
        <w:rPr>
          <w:rFonts w:ascii="Calibri" w:hAnsi="Calibri" w:cs="Calibri"/>
          <w:sz w:val="22"/>
          <w:szCs w:val="22"/>
          <w:lang w:eastAsia="pl-PL"/>
        </w:rPr>
        <w:t>złożona oferta wiąże mnie/nas na 30 dni. Bieg terminu rozpoczyna się wraz z upływem terminu składania ofert,</w:t>
      </w:r>
    </w:p>
    <w:p w:rsidR="002340C1" w:rsidRDefault="002340C1" w:rsidP="002340C1">
      <w:pPr>
        <w:pStyle w:val="Standarduser"/>
        <w:numPr>
          <w:ilvl w:val="0"/>
          <w:numId w:val="21"/>
        </w:numPr>
        <w:tabs>
          <w:tab w:val="left" w:pos="2160"/>
        </w:tabs>
        <w:ind w:left="720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>akceptuję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y) bez zastrzeżeń projekt umowy przedstawiony w Załączniku nr 6 do SIWZ,</w:t>
      </w:r>
    </w:p>
    <w:p w:rsidR="002340C1" w:rsidRDefault="002340C1" w:rsidP="002340C1">
      <w:pPr>
        <w:pStyle w:val="Standarduser"/>
        <w:numPr>
          <w:ilvl w:val="0"/>
          <w:numId w:val="21"/>
        </w:numPr>
        <w:tabs>
          <w:tab w:val="left" w:pos="2160"/>
        </w:tabs>
        <w:ind w:left="720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>w przypadku uznania mojej/naszej oferty za najkorzystniejszą umowę zobowiązuję/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emy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 xml:space="preserve"> się zawrzeć w miejscu i terminie jakie zostaną wskazane przez Zamawiającego,</w:t>
      </w:r>
    </w:p>
    <w:p w:rsidR="002340C1" w:rsidRDefault="002340C1" w:rsidP="002340C1">
      <w:pPr>
        <w:pStyle w:val="Standarduser"/>
        <w:numPr>
          <w:ilvl w:val="0"/>
          <w:numId w:val="21"/>
        </w:numPr>
        <w:tabs>
          <w:tab w:val="left" w:pos="2160"/>
        </w:tabs>
        <w:ind w:left="720" w:hanging="360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wskazane poniżej informacje</w:t>
      </w:r>
      <w:r>
        <w:rPr>
          <w:rFonts w:ascii="Calibri" w:hAnsi="Calibri" w:cs="Calibri"/>
          <w:sz w:val="22"/>
          <w:szCs w:val="22"/>
          <w:lang w:eastAsia="pl-PL"/>
        </w:rPr>
        <w:t xml:space="preserve"> zawarte w ofercie </w:t>
      </w:r>
      <w:r>
        <w:rPr>
          <w:rFonts w:ascii="Calibri" w:hAnsi="Calibri" w:cs="Calibri"/>
          <w:b/>
          <w:sz w:val="22"/>
          <w:szCs w:val="22"/>
          <w:lang w:eastAsia="pl-PL"/>
        </w:rPr>
        <w:t>stanowią tajemnicę przedsiębiorstwa</w:t>
      </w:r>
      <w:r>
        <w:rPr>
          <w:rFonts w:ascii="Calibri" w:hAnsi="Calibri" w:cs="Calibri"/>
          <w:sz w:val="22"/>
          <w:szCs w:val="22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pl-PL"/>
        </w:rPr>
        <w:t>**</w:t>
      </w:r>
      <w:r>
        <w:rPr>
          <w:rFonts w:ascii="Calibri" w:hAnsi="Calibri" w:cs="Calibri"/>
          <w:sz w:val="22"/>
          <w:szCs w:val="22"/>
          <w:lang w:eastAsia="pl-PL"/>
        </w:rPr>
        <w:t>:</w:t>
      </w:r>
    </w:p>
    <w:p w:rsidR="002340C1" w:rsidRDefault="002340C1" w:rsidP="002340C1">
      <w:pPr>
        <w:pStyle w:val="Standarduser"/>
        <w:tabs>
          <w:tab w:val="left" w:pos="2160"/>
        </w:tabs>
        <w:ind w:left="720"/>
        <w:jc w:val="both"/>
        <w:rPr>
          <w:rFonts w:ascii="Calibri" w:hAnsi="Calibri" w:cs="Calibri"/>
          <w:sz w:val="22"/>
          <w:szCs w:val="22"/>
          <w:lang w:eastAsia="pl-PL"/>
        </w:rPr>
      </w:pPr>
    </w:p>
    <w:tbl>
      <w:tblPr>
        <w:tblW w:w="866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48"/>
        <w:gridCol w:w="5807"/>
        <w:gridCol w:w="2167"/>
        <w:gridCol w:w="40"/>
      </w:tblGrid>
      <w:tr w:rsidR="002340C1" w:rsidTr="00EA65A2">
        <w:trPr>
          <w:cantSplit/>
          <w:trHeight w:val="360"/>
          <w:jc w:val="center"/>
        </w:trPr>
        <w:tc>
          <w:tcPr>
            <w:tcW w:w="6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jc w:val="both"/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8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Oznaczenie rodzaju (nazwy) informacji</w:t>
            </w:r>
          </w:p>
        </w:tc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Strony w ofercie</w:t>
            </w:r>
          </w:p>
          <w:p w:rsidR="002340C1" w:rsidRDefault="002340C1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(wyrażone cyfrą)</w:t>
            </w:r>
          </w:p>
        </w:tc>
        <w:tc>
          <w:tcPr>
            <w:tcW w:w="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340C1" w:rsidRDefault="002340C1" w:rsidP="00EA65A2">
            <w:pPr>
              <w:pStyle w:val="Standardus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40C1" w:rsidTr="00EA65A2">
        <w:trPr>
          <w:cantSplit/>
          <w:trHeight w:val="324"/>
          <w:jc w:val="center"/>
        </w:trPr>
        <w:tc>
          <w:tcPr>
            <w:tcW w:w="6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/>
        </w:tc>
        <w:tc>
          <w:tcPr>
            <w:tcW w:w="5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/>
        </w:tc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od</w:t>
            </w:r>
          </w:p>
        </w:tc>
        <w:tc>
          <w:tcPr>
            <w:tcW w:w="3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340C1" w:rsidRDefault="002340C1" w:rsidP="00EA65A2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2340C1" w:rsidTr="00EA65A2">
        <w:trPr>
          <w:cantSplit/>
          <w:jc w:val="center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40C1" w:rsidRDefault="002340C1" w:rsidP="002340C1">
            <w:pPr>
              <w:pStyle w:val="Standarduser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40C1" w:rsidRDefault="002340C1" w:rsidP="00EA65A2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40C1" w:rsidRDefault="002340C1" w:rsidP="00EA65A2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3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340C1" w:rsidRDefault="002340C1" w:rsidP="00EA65A2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2340C1" w:rsidTr="00EA65A2">
        <w:trPr>
          <w:cantSplit/>
          <w:jc w:val="center"/>
        </w:trPr>
        <w:tc>
          <w:tcPr>
            <w:tcW w:w="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40C1" w:rsidRDefault="002340C1" w:rsidP="002340C1">
            <w:pPr>
              <w:pStyle w:val="Standarduser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40C1" w:rsidRDefault="002340C1" w:rsidP="00EA65A2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2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340C1" w:rsidRDefault="002340C1" w:rsidP="00EA65A2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3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340C1" w:rsidRDefault="002340C1" w:rsidP="00EA65A2">
            <w:pPr>
              <w:pStyle w:val="Standarduser"/>
              <w:jc w:val="both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2340C1" w:rsidRDefault="002340C1" w:rsidP="002340C1">
      <w:pPr>
        <w:pStyle w:val="Standarduser"/>
        <w:tabs>
          <w:tab w:val="left" w:pos="710"/>
        </w:tabs>
        <w:ind w:left="284"/>
        <w:jc w:val="both"/>
      </w:pPr>
      <w:r>
        <w:rPr>
          <w:rFonts w:ascii="Calibri" w:hAnsi="Calibri" w:cs="Calibri"/>
          <w:sz w:val="22"/>
          <w:szCs w:val="22"/>
          <w:lang w:eastAsia="pl-PL"/>
        </w:rPr>
        <w:t>Uwaga:</w:t>
      </w:r>
    </w:p>
    <w:p w:rsidR="002340C1" w:rsidRDefault="002340C1" w:rsidP="002340C1">
      <w:pPr>
        <w:pStyle w:val="Standarduser"/>
        <w:tabs>
          <w:tab w:val="left" w:pos="710"/>
        </w:tabs>
        <w:ind w:left="284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>*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:rsidR="002340C1" w:rsidRDefault="002340C1" w:rsidP="002340C1">
      <w:pPr>
        <w:pStyle w:val="Standarduser"/>
        <w:tabs>
          <w:tab w:val="left" w:pos="710"/>
        </w:tabs>
        <w:ind w:left="284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** Wykonawca załączy niniejsze oświadczenie, tylko wówczas jeżeli uzna, iż któraś z informacji zawartych w ofercie stanowią tajemnicę przedsiębiorstw. Wykonawca nie może zastrzec informacji, o których mowa w art. 86 ust.4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,</w:t>
      </w:r>
    </w:p>
    <w:p w:rsidR="002340C1" w:rsidRDefault="002340C1" w:rsidP="002340C1">
      <w:pPr>
        <w:pStyle w:val="Standarduser"/>
        <w:numPr>
          <w:ilvl w:val="0"/>
          <w:numId w:val="31"/>
        </w:numPr>
        <w:tabs>
          <w:tab w:val="left" w:pos="2160"/>
        </w:tabs>
        <w:ind w:left="720" w:hanging="294"/>
        <w:jc w:val="both"/>
      </w:pP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zamówienie zamierzamy*)/ nie zamierzamy*) powierzyć </w:t>
      </w:r>
      <w:r>
        <w:rPr>
          <w:rFonts w:ascii="Calibri" w:hAnsi="Calibri" w:cs="Calibri"/>
          <w:b/>
          <w:spacing w:val="-2"/>
          <w:sz w:val="22"/>
          <w:szCs w:val="22"/>
          <w:lang w:eastAsia="pl-PL"/>
        </w:rPr>
        <w:t xml:space="preserve">do wykonania 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podwykonawcom </w:t>
      </w:r>
      <w:r>
        <w:rPr>
          <w:rFonts w:ascii="Calibri" w:hAnsi="Calibri" w:cs="Calibri"/>
          <w:b/>
          <w:spacing w:val="-2"/>
          <w:sz w:val="22"/>
          <w:szCs w:val="22"/>
          <w:lang w:eastAsia="pl-PL"/>
        </w:rPr>
        <w:t>następujące części zamówienia</w:t>
      </w:r>
      <w:r>
        <w:rPr>
          <w:rFonts w:ascii="Calibri" w:hAnsi="Calibri" w:cs="Calibri"/>
          <w:sz w:val="22"/>
          <w:szCs w:val="22"/>
          <w:lang w:eastAsia="pl-PL"/>
        </w:rPr>
        <w:t>:</w:t>
      </w:r>
    </w:p>
    <w:tbl>
      <w:tblPr>
        <w:tblW w:w="9355" w:type="dxa"/>
        <w:tblInd w:w="27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8"/>
        <w:gridCol w:w="4346"/>
        <w:gridCol w:w="4351"/>
      </w:tblGrid>
      <w:tr w:rsidR="002340C1" w:rsidTr="00EA65A2">
        <w:trPr>
          <w:cantSplit/>
          <w:trHeight w:val="449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ind w:right="-68"/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ind w:right="-68"/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4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ind w:right="-68"/>
              <w:jc w:val="center"/>
            </w:pPr>
            <w:r>
              <w:rPr>
                <w:rFonts w:ascii="Calibri" w:hAnsi="Calibri" w:cs="Calibri"/>
                <w:b/>
                <w:sz w:val="22"/>
                <w:szCs w:val="22"/>
                <w:lang w:eastAsia="pl-PL"/>
              </w:rPr>
              <w:t>Firma podwykonawcy</w:t>
            </w:r>
          </w:p>
        </w:tc>
      </w:tr>
      <w:tr w:rsidR="002340C1" w:rsidTr="00EA65A2">
        <w:trPr>
          <w:cantSplit/>
          <w:trHeight w:val="57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2340C1" w:rsidTr="00EA65A2">
        <w:trPr>
          <w:cantSplit/>
          <w:trHeight w:val="57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  <w:tr w:rsidR="002340C1" w:rsidTr="00EA65A2">
        <w:trPr>
          <w:cantSplit/>
          <w:trHeight w:val="570"/>
        </w:trPr>
        <w:tc>
          <w:tcPr>
            <w:tcW w:w="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jc w:val="cent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  <w:tc>
          <w:tcPr>
            <w:tcW w:w="4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340C1" w:rsidRDefault="002340C1" w:rsidP="00EA65A2">
            <w:pPr>
              <w:pStyle w:val="Standarduser"/>
              <w:rPr>
                <w:rFonts w:ascii="Calibri" w:hAnsi="Calibri" w:cs="Calibri"/>
                <w:sz w:val="22"/>
                <w:szCs w:val="22"/>
                <w:lang w:eastAsia="pl-PL"/>
              </w:rPr>
            </w:pPr>
          </w:p>
        </w:tc>
      </w:tr>
    </w:tbl>
    <w:p w:rsidR="002340C1" w:rsidRDefault="002340C1" w:rsidP="002340C1">
      <w:pPr>
        <w:pStyle w:val="Standarduser"/>
        <w:tabs>
          <w:tab w:val="left" w:pos="5100"/>
        </w:tabs>
        <w:ind w:right="-28" w:firstLine="284"/>
      </w:pPr>
      <w:r>
        <w:rPr>
          <w:rFonts w:ascii="Calibri" w:hAnsi="Calibri" w:cs="Calibri"/>
          <w:sz w:val="22"/>
          <w:szCs w:val="22"/>
          <w:lang w:eastAsia="pl-PL"/>
        </w:rPr>
        <w:t>*</w:t>
      </w:r>
      <w:r>
        <w:rPr>
          <w:rFonts w:ascii="Calibri" w:hAnsi="Calibri" w:cs="Calibri"/>
          <w:sz w:val="22"/>
          <w:szCs w:val="22"/>
          <w:vertAlign w:val="superscript"/>
          <w:lang w:eastAsia="pl-PL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>
        <w:rPr>
          <w:rFonts w:ascii="Calibri" w:hAnsi="Calibri" w:cs="Calibri"/>
          <w:iCs/>
          <w:sz w:val="22"/>
          <w:szCs w:val="22"/>
          <w:lang w:eastAsia="pl-PL"/>
        </w:rPr>
        <w:t>niepotrzebne skreślić</w:t>
      </w:r>
    </w:p>
    <w:p w:rsidR="002340C1" w:rsidRDefault="002340C1" w:rsidP="002340C1">
      <w:pPr>
        <w:pStyle w:val="Standarduser"/>
        <w:ind w:left="284"/>
        <w:jc w:val="both"/>
      </w:pPr>
      <w:r>
        <w:rPr>
          <w:rFonts w:ascii="Calibri" w:hAnsi="Calibri" w:cs="Calibri"/>
          <w:b/>
          <w:i/>
          <w:sz w:val="22"/>
          <w:szCs w:val="22"/>
          <w:lang w:val="en-US" w:eastAsia="en-US"/>
        </w:rPr>
        <w:t>UWAGA:</w:t>
      </w:r>
    </w:p>
    <w:p w:rsidR="002340C1" w:rsidRDefault="002340C1" w:rsidP="002340C1">
      <w:pPr>
        <w:pStyle w:val="Standarduser"/>
        <w:ind w:right="-30"/>
        <w:jc w:val="both"/>
      </w:pPr>
      <w:r>
        <w:rPr>
          <w:rFonts w:ascii="Calibri" w:hAnsi="Calibri" w:cs="Calibri"/>
          <w:i/>
          <w:spacing w:val="-4"/>
          <w:sz w:val="22"/>
          <w:szCs w:val="22"/>
          <w:lang w:eastAsia="pl-PL"/>
        </w:rPr>
        <w:t>W przypadku, gdy Wykonawca nie wypełni powyższej tabeli, Zamawiający uzna, iż Wykonawca zamierza wykonać całość zamówienia bez udziału podwykonawców.</w:t>
      </w:r>
    </w:p>
    <w:p w:rsidR="002340C1" w:rsidRDefault="002340C1" w:rsidP="002340C1">
      <w:pPr>
        <w:pStyle w:val="Akapitzlist"/>
        <w:numPr>
          <w:ilvl w:val="0"/>
          <w:numId w:val="32"/>
        </w:numPr>
        <w:suppressAutoHyphens/>
        <w:autoSpaceDN w:val="0"/>
        <w:spacing w:after="0" w:line="240" w:lineRule="auto"/>
        <w:contextualSpacing w:val="0"/>
        <w:textAlignment w:val="baseline"/>
      </w:pPr>
      <w:r>
        <w:rPr>
          <w:rFonts w:cs="Calibri"/>
          <w:lang w:eastAsia="pl-PL"/>
        </w:rPr>
        <w:t>Informuję, że jestem / nie jestem (niepotrzebne skreślić) małym/średnim* przedsiębiorcą.</w:t>
      </w:r>
    </w:p>
    <w:p w:rsidR="002340C1" w:rsidRDefault="002340C1" w:rsidP="002340C1">
      <w:pPr>
        <w:pStyle w:val="Standarduser"/>
        <w:jc w:val="both"/>
      </w:pPr>
      <w:r>
        <w:rPr>
          <w:rFonts w:ascii="Calibri" w:eastAsia="Calibri" w:hAnsi="Calibri" w:cs="Calibri"/>
          <w:i/>
          <w:sz w:val="22"/>
          <w:szCs w:val="22"/>
          <w:lang w:eastAsia="en-GB"/>
        </w:rPr>
        <w:lastRenderedPageBreak/>
        <w:t xml:space="preserve">* </w:t>
      </w:r>
      <w:r>
        <w:rPr>
          <w:rFonts w:ascii="Calibri" w:eastAsia="Calibri" w:hAnsi="Calibri" w:cs="Calibri"/>
          <w:b/>
          <w:i/>
          <w:sz w:val="22"/>
          <w:szCs w:val="22"/>
          <w:lang w:eastAsia="en-GB"/>
        </w:rPr>
        <w:t>Małe przedsiębiorstwo</w:t>
      </w:r>
      <w:r>
        <w:rPr>
          <w:rFonts w:ascii="Calibri" w:eastAsia="Calibri" w:hAnsi="Calibri" w:cs="Calibri"/>
          <w:i/>
          <w:sz w:val="22"/>
          <w:szCs w:val="22"/>
          <w:lang w:eastAsia="en-GB"/>
        </w:rPr>
        <w:t>: przedsiębiorstwo, które zatrudnia mniej niż 50 osób i którego roczny obrót lub roczna suma bilansowa nie przekracza 10 milionów EUR.</w:t>
      </w:r>
    </w:p>
    <w:p w:rsidR="002340C1" w:rsidRDefault="002340C1" w:rsidP="002340C1">
      <w:pPr>
        <w:pStyle w:val="Standarduser"/>
        <w:jc w:val="both"/>
      </w:pPr>
      <w:r>
        <w:rPr>
          <w:rFonts w:ascii="Calibri" w:eastAsia="Calibri" w:hAnsi="Calibri" w:cs="Calibri"/>
          <w:b/>
          <w:i/>
          <w:sz w:val="22"/>
          <w:szCs w:val="22"/>
          <w:lang w:eastAsia="en-GB"/>
        </w:rPr>
        <w:t>Średnie przedsiębiorstwa</w:t>
      </w:r>
      <w:r>
        <w:rPr>
          <w:rFonts w:ascii="Calibri" w:eastAsia="Calibri" w:hAnsi="Calibri" w:cs="Calibri"/>
          <w:i/>
          <w:sz w:val="22"/>
          <w:szCs w:val="22"/>
          <w:lang w:eastAsia="en-GB"/>
        </w:rPr>
        <w:t xml:space="preserve">: przedsiębiorstwa, które nie są </w:t>
      </w:r>
      <w:proofErr w:type="spellStart"/>
      <w:r>
        <w:rPr>
          <w:rFonts w:ascii="Calibri" w:eastAsia="Calibri" w:hAnsi="Calibri" w:cs="Calibri"/>
          <w:i/>
          <w:sz w:val="22"/>
          <w:szCs w:val="22"/>
          <w:lang w:eastAsia="en-GB"/>
        </w:rPr>
        <w:t>mikroprzedsiębiorstwami</w:t>
      </w:r>
      <w:proofErr w:type="spellEnd"/>
      <w:r>
        <w:rPr>
          <w:rFonts w:ascii="Calibri" w:eastAsia="Calibri" w:hAnsi="Calibri" w:cs="Calibri"/>
          <w:i/>
          <w:sz w:val="22"/>
          <w:szCs w:val="22"/>
          <w:lang w:eastAsia="en-GB"/>
        </w:rPr>
        <w:t xml:space="preserve"> ani małymi przedsiębiorstwami</w:t>
      </w:r>
      <w:r>
        <w:rPr>
          <w:rFonts w:ascii="Calibri" w:eastAsia="Calibri" w:hAnsi="Calibri" w:cs="Calibri"/>
          <w:b/>
          <w:i/>
          <w:sz w:val="22"/>
          <w:szCs w:val="22"/>
          <w:lang w:eastAsia="en-GB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2340C1" w:rsidRDefault="002340C1" w:rsidP="002340C1">
      <w:pPr>
        <w:pStyle w:val="Akapitzlist"/>
        <w:numPr>
          <w:ilvl w:val="0"/>
          <w:numId w:val="33"/>
        </w:numPr>
        <w:suppressAutoHyphens/>
        <w:autoSpaceDN w:val="0"/>
        <w:spacing w:after="0" w:line="240" w:lineRule="auto"/>
        <w:ind w:hanging="360"/>
        <w:contextualSpacing w:val="0"/>
        <w:jc w:val="both"/>
        <w:textAlignment w:val="baseline"/>
      </w:pPr>
      <w:r>
        <w:rPr>
          <w:rFonts w:cs="Calibri"/>
          <w:lang w:eastAsia="pl-PL"/>
        </w:rPr>
        <w:t>Wykonawca pochodzi z innego państwa członkowskiego Unii Europejskiej: tak/nie* (*niepotrzebne skreślić) - nazwa państwa:…….…. lub Wykonawca pochodzi z innego państwa nie będącego członkiem Unii Europejskiej: tak/nie* (*niepotrzebne skreślić) - nazwa państwa:………….</w:t>
      </w:r>
    </w:p>
    <w:p w:rsidR="002340C1" w:rsidRDefault="002340C1" w:rsidP="002340C1">
      <w:pPr>
        <w:pStyle w:val="Standarduser"/>
        <w:numPr>
          <w:ilvl w:val="0"/>
          <w:numId w:val="11"/>
        </w:numPr>
        <w:ind w:left="720" w:hanging="360"/>
        <w:jc w:val="both"/>
      </w:pPr>
      <w:r>
        <w:rPr>
          <w:rFonts w:ascii="Calibri" w:hAnsi="Calibri" w:cs="Calibri"/>
          <w:sz w:val="22"/>
          <w:szCs w:val="22"/>
          <w:lang w:eastAsia="pl-PL"/>
        </w:rPr>
        <w:t>Osoba odpowiedzialna za realizację zamówienia i wyznaczona do kontaktów z Zamawiającym:</w:t>
      </w:r>
    </w:p>
    <w:p w:rsidR="002340C1" w:rsidRDefault="002340C1" w:rsidP="002340C1">
      <w:pPr>
        <w:pStyle w:val="Standarduser"/>
        <w:ind w:left="709"/>
        <w:jc w:val="both"/>
      </w:pPr>
      <w:r>
        <w:rPr>
          <w:rFonts w:ascii="Calibri" w:hAnsi="Calibri" w:cs="Calibri"/>
          <w:sz w:val="22"/>
          <w:szCs w:val="22"/>
          <w:lang w:eastAsia="pl-PL"/>
        </w:rPr>
        <w:t>(imię, nazwisko) ................................................nr tel./fax.. ………………………..................</w:t>
      </w:r>
    </w:p>
    <w:p w:rsidR="002340C1" w:rsidRDefault="002340C1" w:rsidP="002340C1">
      <w:pPr>
        <w:pStyle w:val="Standarduser"/>
        <w:ind w:left="709" w:hanging="709"/>
        <w:jc w:val="both"/>
      </w:pPr>
      <w:r>
        <w:rPr>
          <w:rFonts w:ascii="Calibri" w:hAnsi="Calibri" w:cs="Calibri"/>
          <w:sz w:val="22"/>
          <w:szCs w:val="22"/>
          <w:lang w:eastAsia="pl-PL"/>
        </w:rPr>
        <w:tab/>
        <w:t>Wszelką korespondencję w sprawie niniejszego postępowania należy kierować na poniższy adres:</w:t>
      </w:r>
    </w:p>
    <w:p w:rsidR="002340C1" w:rsidRDefault="002340C1" w:rsidP="002340C1">
      <w:pPr>
        <w:pStyle w:val="Standarduser"/>
        <w:ind w:left="709"/>
        <w:jc w:val="both"/>
      </w:pPr>
      <w:r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…………………………………………………………………………...……………………………………………………………………………..……………</w:t>
      </w:r>
    </w:p>
    <w:p w:rsidR="002340C1" w:rsidRDefault="002340C1" w:rsidP="002340C1">
      <w:pPr>
        <w:pStyle w:val="Standarduser"/>
        <w:ind w:left="709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2340C1" w:rsidRDefault="002340C1" w:rsidP="002340C1">
      <w:pPr>
        <w:pStyle w:val="Standarduser"/>
        <w:ind w:left="709"/>
        <w:jc w:val="both"/>
      </w:pPr>
      <w:r>
        <w:rPr>
          <w:rFonts w:ascii="Calibri" w:hAnsi="Calibri" w:cs="Calibri"/>
          <w:sz w:val="22"/>
          <w:szCs w:val="22"/>
          <w:lang w:eastAsia="pl-PL"/>
        </w:rPr>
        <w:t>tel.:……………….…..…......……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fax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:………………………...…e-mail:……………..……..*</w:t>
      </w:r>
    </w:p>
    <w:p w:rsidR="002340C1" w:rsidRDefault="002340C1" w:rsidP="002340C1">
      <w:pPr>
        <w:pStyle w:val="Standarduser"/>
        <w:jc w:val="both"/>
      </w:pPr>
      <w:r>
        <w:rPr>
          <w:rFonts w:ascii="Calibri" w:hAnsi="Calibri" w:cs="Calibri"/>
          <w:sz w:val="22"/>
          <w:szCs w:val="22"/>
          <w:lang w:eastAsia="pl-PL"/>
        </w:rPr>
        <w:t xml:space="preserve">*prosimy o podanie adresu e-mail i nr </w:t>
      </w:r>
      <w:proofErr w:type="spellStart"/>
      <w:r>
        <w:rPr>
          <w:rFonts w:ascii="Calibri" w:hAnsi="Calibri" w:cs="Calibri"/>
          <w:sz w:val="22"/>
          <w:szCs w:val="22"/>
          <w:lang w:eastAsia="pl-PL"/>
        </w:rPr>
        <w:t>faxu</w:t>
      </w:r>
      <w:proofErr w:type="spellEnd"/>
      <w:r>
        <w:rPr>
          <w:rFonts w:ascii="Calibri" w:hAnsi="Calibri" w:cs="Calibri"/>
          <w:sz w:val="22"/>
          <w:szCs w:val="22"/>
          <w:lang w:eastAsia="pl-PL"/>
        </w:rPr>
        <w:t>, ponieważ zgodnie z przyjętą przez Zamawiającego formą porozumiewania się z  Wykonawcami oprócz pisemnej jest droga elektroniczna i faksowa</w:t>
      </w:r>
    </w:p>
    <w:p w:rsidR="002340C1" w:rsidRDefault="002340C1" w:rsidP="002340C1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ind w:left="709" w:hanging="709"/>
        <w:contextualSpacing w:val="0"/>
        <w:jc w:val="both"/>
        <w:textAlignment w:val="baseline"/>
      </w:pPr>
      <w:r>
        <w:rPr>
          <w:rFonts w:cs="Calibri"/>
          <w:lang w:eastAsia="pl-PL"/>
        </w:rPr>
        <w:t>Oświadczam/y, że wypełniłem/</w:t>
      </w:r>
      <w:proofErr w:type="spellStart"/>
      <w:r>
        <w:rPr>
          <w:rFonts w:cs="Calibri"/>
          <w:lang w:eastAsia="pl-PL"/>
        </w:rPr>
        <w:t>liśmy</w:t>
      </w:r>
      <w:proofErr w:type="spellEnd"/>
      <w:r>
        <w:rPr>
          <w:rFonts w:cs="Calibri"/>
          <w:lang w:eastAsia="pl-PL"/>
        </w:rPr>
        <w:t xml:space="preserve"> obowiązki informacyjne przewidziane w ustawie o ochronie danych osobowych z dnia 10 maja 2018r. (</w:t>
      </w:r>
      <w:proofErr w:type="spellStart"/>
      <w:r>
        <w:rPr>
          <w:rFonts w:cs="Calibri"/>
          <w:lang w:eastAsia="pl-PL"/>
        </w:rPr>
        <w:t>Dz.U</w:t>
      </w:r>
      <w:proofErr w:type="spellEnd"/>
      <w:r>
        <w:rPr>
          <w:rFonts w:cs="Calibri"/>
          <w:lang w:eastAsia="pl-PL"/>
        </w:rPr>
        <w:t>. z 2018r. poz. 1000) zgodnej z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 RODO wobec osób fizycznych, od których dane osobowe bezpośrednio lub pośrednio pozyskałem/</w:t>
      </w:r>
      <w:proofErr w:type="spellStart"/>
      <w:r>
        <w:rPr>
          <w:rFonts w:cs="Calibri"/>
          <w:lang w:eastAsia="pl-PL"/>
        </w:rPr>
        <w:t>liśmy</w:t>
      </w:r>
      <w:proofErr w:type="spellEnd"/>
      <w:r>
        <w:rPr>
          <w:rFonts w:cs="Calibri"/>
          <w:lang w:eastAsia="pl-PL"/>
        </w:rPr>
        <w:t xml:space="preserve"> w celu ubiegania się o udzielenie zamówienia publicznego w niniejszym postępowaniu.*</w:t>
      </w:r>
    </w:p>
    <w:p w:rsidR="002340C1" w:rsidRDefault="002340C1" w:rsidP="002340C1">
      <w:pPr>
        <w:pStyle w:val="Akapitzlist"/>
        <w:ind w:left="0"/>
        <w:jc w:val="both"/>
      </w:pPr>
      <w:r>
        <w:rPr>
          <w:rFonts w:cs="Calibri"/>
          <w:lang w:eastAsia="pl-PL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2340C1" w:rsidRDefault="002340C1" w:rsidP="002340C1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ind w:hanging="360"/>
        <w:contextualSpacing w:val="0"/>
        <w:jc w:val="both"/>
        <w:textAlignment w:val="baseline"/>
      </w:pPr>
      <w:r>
        <w:rPr>
          <w:rFonts w:cs="Calibri"/>
          <w:lang w:eastAsia="pl-PL"/>
        </w:rPr>
        <w:t xml:space="preserve">Pod groźbą odpowiedzialności karnej oświadczam/y, że załączone do oferty dokumenty opisują stan faktyczny i prawny aktualny na dzień otwarcia ofert (art. 297 </w:t>
      </w:r>
      <w:proofErr w:type="spellStart"/>
      <w:r>
        <w:rPr>
          <w:rFonts w:cs="Calibri"/>
          <w:lang w:eastAsia="pl-PL"/>
        </w:rPr>
        <w:t>kk</w:t>
      </w:r>
      <w:proofErr w:type="spellEnd"/>
      <w:r>
        <w:rPr>
          <w:rFonts w:cs="Calibri"/>
          <w:lang w:eastAsia="pl-PL"/>
        </w:rPr>
        <w:t>)</w:t>
      </w:r>
    </w:p>
    <w:p w:rsidR="002340C1" w:rsidRDefault="002340C1" w:rsidP="002340C1">
      <w:pPr>
        <w:pStyle w:val="Standarduser"/>
        <w:numPr>
          <w:ilvl w:val="0"/>
          <w:numId w:val="11"/>
        </w:numPr>
        <w:tabs>
          <w:tab w:val="left" w:pos="1620"/>
        </w:tabs>
        <w:ind w:left="540" w:hanging="540"/>
        <w:jc w:val="both"/>
      </w:pPr>
      <w:r>
        <w:rPr>
          <w:rFonts w:ascii="Calibri" w:hAnsi="Calibri" w:cs="Calibri"/>
          <w:b/>
          <w:sz w:val="22"/>
          <w:szCs w:val="22"/>
          <w:lang w:eastAsia="pl-PL"/>
        </w:rPr>
        <w:t>Załącznikami do niniejszej oferty są:</w:t>
      </w:r>
    </w:p>
    <w:p w:rsidR="002340C1" w:rsidRDefault="002340C1" w:rsidP="002340C1">
      <w:pPr>
        <w:pStyle w:val="Standarduser"/>
        <w:numPr>
          <w:ilvl w:val="0"/>
          <w:numId w:val="34"/>
        </w:numPr>
        <w:tabs>
          <w:tab w:val="left" w:pos="1800"/>
        </w:tabs>
        <w:ind w:left="600" w:hanging="480"/>
        <w:jc w:val="both"/>
      </w:pPr>
      <w:r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</w:t>
      </w:r>
    </w:p>
    <w:p w:rsidR="002340C1" w:rsidRDefault="002340C1" w:rsidP="002340C1">
      <w:pPr>
        <w:pStyle w:val="Standarduser"/>
        <w:numPr>
          <w:ilvl w:val="0"/>
          <w:numId w:val="25"/>
        </w:numPr>
        <w:tabs>
          <w:tab w:val="left" w:pos="1800"/>
        </w:tabs>
        <w:ind w:left="600" w:hanging="480"/>
        <w:jc w:val="both"/>
      </w:pPr>
      <w:r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</w:t>
      </w:r>
    </w:p>
    <w:p w:rsidR="002340C1" w:rsidRDefault="002340C1" w:rsidP="002340C1">
      <w:pPr>
        <w:pStyle w:val="Standarduser"/>
        <w:numPr>
          <w:ilvl w:val="0"/>
          <w:numId w:val="25"/>
        </w:numPr>
        <w:tabs>
          <w:tab w:val="left" w:pos="1800"/>
        </w:tabs>
        <w:ind w:left="600" w:hanging="480"/>
        <w:jc w:val="both"/>
      </w:pPr>
      <w:r>
        <w:rPr>
          <w:rFonts w:ascii="Calibri" w:hAnsi="Calibri" w:cs="Calibri"/>
          <w:sz w:val="22"/>
          <w:szCs w:val="22"/>
          <w:lang w:eastAsia="pl-PL"/>
        </w:rPr>
        <w:t>................................................................................</w:t>
      </w:r>
    </w:p>
    <w:p w:rsidR="002340C1" w:rsidRDefault="002340C1" w:rsidP="002340C1">
      <w:pPr>
        <w:pStyle w:val="Standarduser"/>
        <w:ind w:left="24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2340C1" w:rsidRDefault="002340C1" w:rsidP="002340C1">
      <w:pPr>
        <w:pStyle w:val="Standarduser"/>
        <w:ind w:left="240"/>
        <w:jc w:val="both"/>
      </w:pPr>
      <w:r>
        <w:rPr>
          <w:rFonts w:ascii="Calibri" w:hAnsi="Calibri" w:cs="Calibri"/>
          <w:sz w:val="22"/>
          <w:szCs w:val="22"/>
          <w:lang w:eastAsia="pl-PL"/>
        </w:rPr>
        <w:t>Ofertę wraz z załącznikami składamy na …… kolejno ponumerowanych i podpisanych stronach/kartach</w:t>
      </w:r>
      <w:r>
        <w:rPr>
          <w:rFonts w:ascii="Calibri" w:hAnsi="Calibri" w:cs="Calibri"/>
          <w:b/>
          <w:sz w:val="22"/>
          <w:szCs w:val="22"/>
          <w:lang w:eastAsia="pl-PL"/>
        </w:rPr>
        <w:t>.</w:t>
      </w:r>
    </w:p>
    <w:p w:rsidR="002340C1" w:rsidRDefault="002340C1" w:rsidP="002340C1">
      <w:pPr>
        <w:pStyle w:val="Standarduser"/>
        <w:ind w:right="39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2340C1" w:rsidRDefault="002340C1" w:rsidP="002340C1">
      <w:pPr>
        <w:pStyle w:val="Standarduser"/>
        <w:ind w:right="39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2340C1" w:rsidRDefault="002340C1" w:rsidP="002340C1">
      <w:pPr>
        <w:pStyle w:val="Standarduser"/>
        <w:ind w:right="39"/>
        <w:jc w:val="both"/>
        <w:rPr>
          <w:rFonts w:ascii="Calibri" w:hAnsi="Calibri" w:cs="Calibri"/>
          <w:sz w:val="22"/>
          <w:szCs w:val="22"/>
          <w:lang w:eastAsia="pl-PL"/>
        </w:rPr>
      </w:pPr>
    </w:p>
    <w:tbl>
      <w:tblPr>
        <w:tblW w:w="9288" w:type="dxa"/>
        <w:tblInd w:w="-1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69"/>
        <w:gridCol w:w="4819"/>
      </w:tblGrid>
      <w:tr w:rsidR="002340C1" w:rsidTr="00EA65A2">
        <w:tc>
          <w:tcPr>
            <w:tcW w:w="4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0C1" w:rsidRDefault="002340C1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.......................................................</w:t>
            </w:r>
          </w:p>
        </w:tc>
        <w:tc>
          <w:tcPr>
            <w:tcW w:w="4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0C1" w:rsidRDefault="002340C1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......................................................................................</w:t>
            </w:r>
          </w:p>
        </w:tc>
      </w:tr>
      <w:tr w:rsidR="002340C1" w:rsidTr="00EA65A2">
        <w:tc>
          <w:tcPr>
            <w:tcW w:w="4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0C1" w:rsidRDefault="002340C1" w:rsidP="00EA65A2">
            <w:pPr>
              <w:pStyle w:val="Standarduser"/>
              <w:jc w:val="center"/>
            </w:pPr>
            <w:r>
              <w:rPr>
                <w:rFonts w:ascii="Calibri" w:hAnsi="Calibri" w:cs="Calibri"/>
                <w:i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48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0C1" w:rsidRDefault="002340C1" w:rsidP="00EA65A2">
            <w:pPr>
              <w:pStyle w:val="Standarduser"/>
            </w:pPr>
            <w:r>
              <w:rPr>
                <w:rFonts w:ascii="Calibri" w:hAnsi="Calibri" w:cs="Calibri"/>
                <w:i/>
                <w:sz w:val="22"/>
                <w:szCs w:val="22"/>
                <w:lang w:eastAsia="pl-PL"/>
              </w:rPr>
              <w:t>podpis/y osoby/osób upoważnionej/</w:t>
            </w:r>
            <w:proofErr w:type="spellStart"/>
            <w:r>
              <w:rPr>
                <w:rFonts w:ascii="Calibri" w:hAnsi="Calibri" w:cs="Calibri"/>
                <w:i/>
                <w:sz w:val="22"/>
                <w:szCs w:val="22"/>
                <w:lang w:eastAsia="pl-PL"/>
              </w:rPr>
              <w:t>ych</w:t>
            </w:r>
            <w:proofErr w:type="spellEnd"/>
            <w:r>
              <w:rPr>
                <w:rFonts w:ascii="Calibri" w:hAnsi="Calibri" w:cs="Calibri"/>
                <w:i/>
                <w:sz w:val="22"/>
                <w:szCs w:val="22"/>
                <w:lang w:eastAsia="pl-PL"/>
              </w:rPr>
              <w:t xml:space="preserve"> reprezentowania podmiotu</w:t>
            </w:r>
          </w:p>
        </w:tc>
      </w:tr>
    </w:tbl>
    <w:p w:rsidR="002340C1" w:rsidRDefault="002340C1" w:rsidP="002340C1">
      <w:pPr>
        <w:pStyle w:val="Standarduser"/>
        <w:rPr>
          <w:rFonts w:ascii="Calibri" w:hAnsi="Calibri" w:cs="Calibri"/>
          <w:sz w:val="22"/>
          <w:szCs w:val="22"/>
        </w:rPr>
      </w:pPr>
    </w:p>
    <w:p w:rsidR="002340C1" w:rsidRDefault="002340C1" w:rsidP="002340C1">
      <w:pPr>
        <w:pStyle w:val="Standard"/>
      </w:pPr>
    </w:p>
    <w:p w:rsidR="002340C1" w:rsidRPr="005007FE" w:rsidRDefault="002340C1" w:rsidP="005007FE"/>
    <w:sectPr w:rsidR="002340C1" w:rsidRPr="005007FE" w:rsidSect="002D7176">
      <w:headerReference w:type="default" r:id="rId8"/>
      <w:footerReference w:type="default" r:id="rId9"/>
      <w:pgSz w:w="11907" w:h="16840"/>
      <w:pgMar w:top="340" w:right="992" w:bottom="284" w:left="851" w:header="567" w:footer="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FA3" w:rsidRDefault="00667FA3">
      <w:r>
        <w:separator/>
      </w:r>
    </w:p>
  </w:endnote>
  <w:endnote w:type="continuationSeparator" w:id="0">
    <w:p w:rsidR="00667FA3" w:rsidRDefault="00667F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B2F" w:rsidRDefault="004C5B2F" w:rsidP="00F41AF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4C5B2F" w:rsidRDefault="004C5B2F" w:rsidP="00F41AFA">
    <w:pPr>
      <w:pStyle w:val="Tytu"/>
      <w:ind w:right="332"/>
      <w:rPr>
        <w:rFonts w:ascii="Arial" w:hAnsi="Arial" w:cs="Arial"/>
        <w:b w:val="0"/>
        <w:sz w:val="4"/>
        <w:szCs w:val="4"/>
      </w:rPr>
    </w:pPr>
  </w:p>
  <w:p w:rsidR="00E35117" w:rsidRPr="00A355D4" w:rsidRDefault="00E35117" w:rsidP="00F41AFA">
    <w:pPr>
      <w:widowControl w:val="0"/>
      <w:spacing w:before="4"/>
      <w:ind w:left="4095" w:right="4436"/>
      <w:jc w:val="center"/>
      <w:rPr>
        <w:rFonts w:ascii="Arial" w:hAnsi="Arial" w:cs="Arial"/>
        <w:sz w:val="14"/>
        <w:szCs w:val="14"/>
        <w:lang w:val="es-ES"/>
      </w:rPr>
    </w:pPr>
  </w:p>
  <w:tbl>
    <w:tblPr>
      <w:tblW w:w="9464" w:type="dxa"/>
      <w:tblBorders>
        <w:top w:val="single" w:sz="4" w:space="0" w:color="auto"/>
      </w:tblBorders>
      <w:tblLook w:val="04A0"/>
    </w:tblPr>
    <w:tblGrid>
      <w:gridCol w:w="2406"/>
      <w:gridCol w:w="2411"/>
      <w:gridCol w:w="2121"/>
      <w:gridCol w:w="2526"/>
    </w:tblGrid>
    <w:tr w:rsidR="00BC620A" w:rsidRPr="009E3591" w:rsidTr="006964B3">
      <w:tc>
        <w:tcPr>
          <w:tcW w:w="9464" w:type="dxa"/>
          <w:gridSpan w:val="4"/>
          <w:shd w:val="clear" w:color="auto" w:fill="auto"/>
        </w:tcPr>
        <w:p w:rsidR="00BC620A" w:rsidRPr="006964B3" w:rsidRDefault="00BC620A" w:rsidP="006964B3">
          <w:pPr>
            <w:spacing w:before="120"/>
            <w:jc w:val="center"/>
            <w:rPr>
              <w:rFonts w:ascii="Arial" w:hAnsi="Arial" w:cs="Arial"/>
              <w:b/>
              <w:sz w:val="14"/>
            </w:rPr>
          </w:pPr>
          <w:r w:rsidRPr="006964B3">
            <w:rPr>
              <w:rFonts w:ascii="Arial" w:hAnsi="Arial" w:cs="Arial"/>
              <w:b/>
              <w:sz w:val="14"/>
            </w:rPr>
            <w:t>„Lokalne Ośrodki Wiedzy i Edukacji na rzecz aktywizacji edukacyjnej osób dorosłych 2” POWR.02.14.00-00-1007/19</w:t>
          </w:r>
        </w:p>
      </w:tc>
    </w:tr>
    <w:tr w:rsidR="00BC620A" w:rsidTr="006964B3">
      <w:tc>
        <w:tcPr>
          <w:tcW w:w="2376" w:type="dxa"/>
          <w:shd w:val="clear" w:color="auto" w:fill="auto"/>
          <w:vAlign w:val="center"/>
        </w:tcPr>
        <w:p w:rsidR="00BC620A" w:rsidRDefault="002340C1" w:rsidP="00BC620A">
          <w:r>
            <w:rPr>
              <w:noProof/>
            </w:rPr>
            <w:drawing>
              <wp:inline distT="0" distB="0" distL="0" distR="0">
                <wp:extent cx="1371600" cy="685800"/>
                <wp:effectExtent l="19050" t="0" r="0" b="0"/>
                <wp:docPr id="2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shd w:val="clear" w:color="auto" w:fill="auto"/>
          <w:vAlign w:val="center"/>
        </w:tcPr>
        <w:p w:rsidR="00BC620A" w:rsidRDefault="002340C1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171575" cy="704850"/>
                <wp:effectExtent l="19050" t="0" r="9525" b="0"/>
                <wp:docPr id="3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shd w:val="clear" w:color="auto" w:fill="auto"/>
          <w:vAlign w:val="center"/>
        </w:tcPr>
        <w:p w:rsidR="00BC620A" w:rsidRDefault="002340C1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390525" cy="428625"/>
                <wp:effectExtent l="19050" t="0" r="9525" b="0"/>
                <wp:docPr id="4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3905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BC620A" w:rsidRPr="006964B3">
            <w:rPr>
              <w:rFonts w:ascii="Arial" w:hAnsi="Arial" w:cs="Arial"/>
              <w:sz w:val="16"/>
            </w:rPr>
            <w:t>Powiat Gorlicki</w:t>
          </w:r>
        </w:p>
      </w:tc>
      <w:tc>
        <w:tcPr>
          <w:tcW w:w="1843" w:type="dxa"/>
          <w:shd w:val="clear" w:color="auto" w:fill="auto"/>
          <w:vAlign w:val="center"/>
        </w:tcPr>
        <w:p w:rsidR="00BC620A" w:rsidRDefault="002340C1" w:rsidP="006964B3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1438275" cy="542925"/>
                <wp:effectExtent l="19050" t="0" r="9525" b="0"/>
                <wp:docPr id="5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35117" w:rsidRPr="00DA4CD6" w:rsidRDefault="00E35117" w:rsidP="00F41AFA">
    <w:pPr>
      <w:widowControl w:val="0"/>
      <w:tabs>
        <w:tab w:val="left" w:pos="7655"/>
      </w:tabs>
      <w:spacing w:before="9" w:line="249" w:lineRule="auto"/>
      <w:ind w:left="3888" w:right="311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FA3" w:rsidRDefault="00667FA3">
      <w:r>
        <w:separator/>
      </w:r>
    </w:p>
  </w:footnote>
  <w:footnote w:type="continuationSeparator" w:id="0">
    <w:p w:rsidR="00667FA3" w:rsidRDefault="00667F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117" w:rsidRDefault="002340C1">
    <w:pPr>
      <w:pStyle w:val="Nagwek"/>
    </w:pPr>
    <w:r>
      <w:rPr>
        <w:rFonts w:ascii="Arial" w:hAnsi="Arial" w:cs="Arial"/>
        <w:b/>
        <w:noProof/>
        <w:szCs w:val="24"/>
      </w:rPr>
      <w:drawing>
        <wp:inline distT="0" distB="0" distL="0" distR="0">
          <wp:extent cx="5762625" cy="742950"/>
          <wp:effectExtent l="1905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902FA"/>
    <w:multiLevelType w:val="multilevel"/>
    <w:tmpl w:val="B8925994"/>
    <w:styleLink w:val="WWNum21"/>
    <w:lvl w:ilvl="0">
      <w:start w:val="1"/>
      <w:numFmt w:val="decimal"/>
      <w:lvlText w:val="%1."/>
      <w:lvlJc w:val="left"/>
      <w:rPr>
        <w:b w:val="0"/>
        <w:sz w:val="22"/>
        <w:szCs w:val="22"/>
      </w:rPr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61807DD"/>
    <w:multiLevelType w:val="multilevel"/>
    <w:tmpl w:val="D7FC5B66"/>
    <w:styleLink w:val="WWNum2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0C6B23AB"/>
    <w:multiLevelType w:val="multilevel"/>
    <w:tmpl w:val="0E226B54"/>
    <w:styleLink w:val="WWNum11"/>
    <w:lvl w:ilvl="0">
      <w:numFmt w:val="bullet"/>
      <w:lvlText w:val=""/>
      <w:lvlJc w:val="left"/>
      <w:rPr>
        <w:rFonts w:ascii="Symbol" w:hAnsi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0E450C72"/>
    <w:multiLevelType w:val="multilevel"/>
    <w:tmpl w:val="3E584B74"/>
    <w:styleLink w:val="WWNum20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10B65948"/>
    <w:multiLevelType w:val="multilevel"/>
    <w:tmpl w:val="EDDEF462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10C746CE"/>
    <w:multiLevelType w:val="hybridMultilevel"/>
    <w:tmpl w:val="7A466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03C1A"/>
    <w:multiLevelType w:val="multilevel"/>
    <w:tmpl w:val="03368942"/>
    <w:styleLink w:val="WWNum2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C260625"/>
    <w:multiLevelType w:val="hybridMultilevel"/>
    <w:tmpl w:val="E1D2BA9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D3ABDC2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24C690D"/>
    <w:multiLevelType w:val="multilevel"/>
    <w:tmpl w:val="D9B80EF4"/>
    <w:styleLink w:val="WWNum9a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394541D8"/>
    <w:multiLevelType w:val="multilevel"/>
    <w:tmpl w:val="800E2DF6"/>
    <w:styleLink w:val="WWNum1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3CF54F14"/>
    <w:multiLevelType w:val="multilevel"/>
    <w:tmpl w:val="D3C2694A"/>
    <w:styleLink w:val="WWNum15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44177723"/>
    <w:multiLevelType w:val="hybridMultilevel"/>
    <w:tmpl w:val="3356E66C"/>
    <w:lvl w:ilvl="0" w:tplc="83DABF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4662DF4"/>
    <w:multiLevelType w:val="hybridMultilevel"/>
    <w:tmpl w:val="7BE0DD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365FD4"/>
    <w:multiLevelType w:val="hybridMultilevel"/>
    <w:tmpl w:val="3B021F36"/>
    <w:lvl w:ilvl="0" w:tplc="B330BD9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14">
    <w:nsid w:val="46B601E4"/>
    <w:multiLevelType w:val="multilevel"/>
    <w:tmpl w:val="55AE4D40"/>
    <w:styleLink w:val="WWNum19"/>
    <w:lvl w:ilvl="0">
      <w:numFmt w:val="bullet"/>
      <w:lvlText w:val=""/>
      <w:lvlJc w:val="left"/>
      <w:rPr>
        <w:rFonts w:ascii="Symbol" w:hAnsi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49C97854"/>
    <w:multiLevelType w:val="hybridMultilevel"/>
    <w:tmpl w:val="80E8C84E"/>
    <w:lvl w:ilvl="0" w:tplc="1B001D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D056DFA"/>
    <w:multiLevelType w:val="multilevel"/>
    <w:tmpl w:val="ACD27EDE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55DA6187"/>
    <w:multiLevelType w:val="multilevel"/>
    <w:tmpl w:val="854C2DB2"/>
    <w:styleLink w:val="WWNum17"/>
    <w:lvl w:ilvl="0">
      <w:numFmt w:val="bullet"/>
      <w:lvlText w:val=""/>
      <w:lvlJc w:val="left"/>
      <w:rPr>
        <w:rFonts w:ascii="Symbol" w:hAnsi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>
    <w:nsid w:val="5DF67149"/>
    <w:multiLevelType w:val="multilevel"/>
    <w:tmpl w:val="B33CA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F85543"/>
    <w:multiLevelType w:val="hybridMultilevel"/>
    <w:tmpl w:val="DDF49482"/>
    <w:lvl w:ilvl="0" w:tplc="B10A68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4B6578"/>
    <w:multiLevelType w:val="multilevel"/>
    <w:tmpl w:val="F0CAF85A"/>
    <w:styleLink w:val="WWNum24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67903A36"/>
    <w:multiLevelType w:val="hybridMultilevel"/>
    <w:tmpl w:val="EE1C68D2"/>
    <w:lvl w:ilvl="0" w:tplc="1B001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2">
    <w:nsid w:val="6AB74791"/>
    <w:multiLevelType w:val="multilevel"/>
    <w:tmpl w:val="B128E6C4"/>
    <w:styleLink w:val="WWNum13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76FD06C4"/>
    <w:multiLevelType w:val="hybridMultilevel"/>
    <w:tmpl w:val="B11AE1C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8B788D"/>
    <w:multiLevelType w:val="multilevel"/>
    <w:tmpl w:val="13F02DC2"/>
    <w:styleLink w:val="WWNum23"/>
    <w:lvl w:ilvl="0">
      <w:start w:val="1"/>
      <w:numFmt w:val="decimal"/>
      <w:lvlText w:val="%1."/>
      <w:lvlJc w:val="left"/>
      <w:rPr>
        <w:b w:val="0"/>
        <w:sz w:val="22"/>
        <w:szCs w:val="22"/>
      </w:rPr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19"/>
  </w:num>
  <w:num w:numId="2">
    <w:abstractNumId w:val="7"/>
  </w:num>
  <w:num w:numId="3">
    <w:abstractNumId w:val="13"/>
  </w:num>
  <w:num w:numId="4">
    <w:abstractNumId w:val="12"/>
  </w:num>
  <w:num w:numId="5">
    <w:abstractNumId w:val="11"/>
  </w:num>
  <w:num w:numId="6">
    <w:abstractNumId w:val="23"/>
  </w:num>
  <w:num w:numId="7">
    <w:abstractNumId w:val="5"/>
  </w:num>
  <w:num w:numId="8">
    <w:abstractNumId w:val="15"/>
  </w:num>
  <w:num w:numId="9">
    <w:abstractNumId w:val="21"/>
  </w:num>
  <w:num w:numId="10">
    <w:abstractNumId w:val="18"/>
  </w:num>
  <w:num w:numId="11">
    <w:abstractNumId w:val="8"/>
  </w:num>
  <w:num w:numId="12">
    <w:abstractNumId w:val="4"/>
  </w:num>
  <w:num w:numId="13">
    <w:abstractNumId w:val="2"/>
  </w:num>
  <w:num w:numId="14">
    <w:abstractNumId w:val="22"/>
  </w:num>
  <w:num w:numId="15">
    <w:abstractNumId w:val="10"/>
  </w:num>
  <w:num w:numId="16">
    <w:abstractNumId w:val="16"/>
  </w:num>
  <w:num w:numId="17">
    <w:abstractNumId w:val="17"/>
  </w:num>
  <w:num w:numId="18">
    <w:abstractNumId w:val="9"/>
  </w:num>
  <w:num w:numId="19">
    <w:abstractNumId w:val="14"/>
  </w:num>
  <w:num w:numId="20">
    <w:abstractNumId w:val="3"/>
  </w:num>
  <w:num w:numId="21">
    <w:abstractNumId w:val="0"/>
  </w:num>
  <w:num w:numId="22">
    <w:abstractNumId w:val="1"/>
  </w:num>
  <w:num w:numId="23">
    <w:abstractNumId w:val="24"/>
  </w:num>
  <w:num w:numId="24">
    <w:abstractNumId w:val="20"/>
  </w:num>
  <w:num w:numId="25">
    <w:abstractNumId w:val="6"/>
  </w:num>
  <w:num w:numId="26">
    <w:abstractNumId w:val="10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22"/>
    <w:lvlOverride w:ilvl="0">
      <w:startOverride w:val="1"/>
    </w:lvlOverride>
  </w:num>
  <w:num w:numId="31">
    <w:abstractNumId w:val="24"/>
    <w:lvlOverride w:ilvl="0">
      <w:startOverride w:val="1"/>
    </w:lvlOverride>
  </w:num>
  <w:num w:numId="32">
    <w:abstractNumId w:val="20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6"/>
    <w:lvlOverride w:ilvl="0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1681A"/>
    <w:rsid w:val="000015E6"/>
    <w:rsid w:val="000027B9"/>
    <w:rsid w:val="0000746F"/>
    <w:rsid w:val="00012DA9"/>
    <w:rsid w:val="000131B8"/>
    <w:rsid w:val="00013485"/>
    <w:rsid w:val="00016785"/>
    <w:rsid w:val="00017E4B"/>
    <w:rsid w:val="00020CD7"/>
    <w:rsid w:val="00022694"/>
    <w:rsid w:val="00023EDA"/>
    <w:rsid w:val="00027390"/>
    <w:rsid w:val="00032A82"/>
    <w:rsid w:val="0003460E"/>
    <w:rsid w:val="00036C06"/>
    <w:rsid w:val="00040E23"/>
    <w:rsid w:val="00042303"/>
    <w:rsid w:val="00042306"/>
    <w:rsid w:val="00043CD1"/>
    <w:rsid w:val="00044993"/>
    <w:rsid w:val="000466C9"/>
    <w:rsid w:val="00046F85"/>
    <w:rsid w:val="00051D12"/>
    <w:rsid w:val="000538C2"/>
    <w:rsid w:val="00054E30"/>
    <w:rsid w:val="000569A5"/>
    <w:rsid w:val="00057707"/>
    <w:rsid w:val="000624C4"/>
    <w:rsid w:val="0006294C"/>
    <w:rsid w:val="0006311C"/>
    <w:rsid w:val="000634F6"/>
    <w:rsid w:val="00063D26"/>
    <w:rsid w:val="00064605"/>
    <w:rsid w:val="00064ABB"/>
    <w:rsid w:val="000660EE"/>
    <w:rsid w:val="00067F24"/>
    <w:rsid w:val="00067FA7"/>
    <w:rsid w:val="00072084"/>
    <w:rsid w:val="00072402"/>
    <w:rsid w:val="00073663"/>
    <w:rsid w:val="0007464F"/>
    <w:rsid w:val="00074A99"/>
    <w:rsid w:val="000754C5"/>
    <w:rsid w:val="00075833"/>
    <w:rsid w:val="00081E69"/>
    <w:rsid w:val="000835F5"/>
    <w:rsid w:val="000844C1"/>
    <w:rsid w:val="000849AC"/>
    <w:rsid w:val="00086C01"/>
    <w:rsid w:val="000915D3"/>
    <w:rsid w:val="0009160C"/>
    <w:rsid w:val="00094737"/>
    <w:rsid w:val="000953ED"/>
    <w:rsid w:val="00096039"/>
    <w:rsid w:val="000A05E7"/>
    <w:rsid w:val="000A0C35"/>
    <w:rsid w:val="000A4D98"/>
    <w:rsid w:val="000B28F2"/>
    <w:rsid w:val="000C1EFD"/>
    <w:rsid w:val="000C3467"/>
    <w:rsid w:val="000C563A"/>
    <w:rsid w:val="000C6399"/>
    <w:rsid w:val="000C6D06"/>
    <w:rsid w:val="000C6D16"/>
    <w:rsid w:val="000C7DB3"/>
    <w:rsid w:val="000D02EE"/>
    <w:rsid w:val="000D1CA1"/>
    <w:rsid w:val="000D6422"/>
    <w:rsid w:val="000D7741"/>
    <w:rsid w:val="000E2ED3"/>
    <w:rsid w:val="000E489C"/>
    <w:rsid w:val="000E4956"/>
    <w:rsid w:val="000E7189"/>
    <w:rsid w:val="000F2C9B"/>
    <w:rsid w:val="000F3F49"/>
    <w:rsid w:val="000F5C12"/>
    <w:rsid w:val="000F7AF9"/>
    <w:rsid w:val="000F7FCE"/>
    <w:rsid w:val="00101C37"/>
    <w:rsid w:val="00101CFA"/>
    <w:rsid w:val="00105FEA"/>
    <w:rsid w:val="0011180D"/>
    <w:rsid w:val="00111890"/>
    <w:rsid w:val="001132A5"/>
    <w:rsid w:val="00114001"/>
    <w:rsid w:val="00115FDD"/>
    <w:rsid w:val="001176DA"/>
    <w:rsid w:val="00120DD7"/>
    <w:rsid w:val="0012322B"/>
    <w:rsid w:val="0013429F"/>
    <w:rsid w:val="00134A68"/>
    <w:rsid w:val="001373FF"/>
    <w:rsid w:val="00137F4C"/>
    <w:rsid w:val="00140816"/>
    <w:rsid w:val="001408C6"/>
    <w:rsid w:val="001422CC"/>
    <w:rsid w:val="00145362"/>
    <w:rsid w:val="00145BB5"/>
    <w:rsid w:val="00147FB0"/>
    <w:rsid w:val="0015027F"/>
    <w:rsid w:val="001503EB"/>
    <w:rsid w:val="00150893"/>
    <w:rsid w:val="0015150B"/>
    <w:rsid w:val="0015269D"/>
    <w:rsid w:val="00153CBA"/>
    <w:rsid w:val="00156E12"/>
    <w:rsid w:val="00157415"/>
    <w:rsid w:val="00161A34"/>
    <w:rsid w:val="001643CE"/>
    <w:rsid w:val="0016467C"/>
    <w:rsid w:val="00164B9B"/>
    <w:rsid w:val="00165C0D"/>
    <w:rsid w:val="00165CCC"/>
    <w:rsid w:val="001708A2"/>
    <w:rsid w:val="00173120"/>
    <w:rsid w:val="00173524"/>
    <w:rsid w:val="00173896"/>
    <w:rsid w:val="00173B8D"/>
    <w:rsid w:val="0017509C"/>
    <w:rsid w:val="001765A2"/>
    <w:rsid w:val="00176DDA"/>
    <w:rsid w:val="00180764"/>
    <w:rsid w:val="00182500"/>
    <w:rsid w:val="001841FF"/>
    <w:rsid w:val="001913BD"/>
    <w:rsid w:val="001972A5"/>
    <w:rsid w:val="001A0860"/>
    <w:rsid w:val="001A192B"/>
    <w:rsid w:val="001A6C31"/>
    <w:rsid w:val="001A783F"/>
    <w:rsid w:val="001A7F2C"/>
    <w:rsid w:val="001B103E"/>
    <w:rsid w:val="001B133A"/>
    <w:rsid w:val="001B3364"/>
    <w:rsid w:val="001B3515"/>
    <w:rsid w:val="001B3EAE"/>
    <w:rsid w:val="001B6131"/>
    <w:rsid w:val="001B632E"/>
    <w:rsid w:val="001B67D8"/>
    <w:rsid w:val="001B7006"/>
    <w:rsid w:val="001C0522"/>
    <w:rsid w:val="001C087F"/>
    <w:rsid w:val="001C2B1D"/>
    <w:rsid w:val="001C2D89"/>
    <w:rsid w:val="001C2FD7"/>
    <w:rsid w:val="001C5968"/>
    <w:rsid w:val="001C73DB"/>
    <w:rsid w:val="001D12B4"/>
    <w:rsid w:val="001D4EB5"/>
    <w:rsid w:val="001D6AB2"/>
    <w:rsid w:val="001D76BC"/>
    <w:rsid w:val="001E13FD"/>
    <w:rsid w:val="001E2A9F"/>
    <w:rsid w:val="001E31D1"/>
    <w:rsid w:val="001E578E"/>
    <w:rsid w:val="001E5846"/>
    <w:rsid w:val="001E61D2"/>
    <w:rsid w:val="001F07FB"/>
    <w:rsid w:val="001F1C58"/>
    <w:rsid w:val="001F1E1E"/>
    <w:rsid w:val="001F5D94"/>
    <w:rsid w:val="001F6248"/>
    <w:rsid w:val="00204DBC"/>
    <w:rsid w:val="00207AE9"/>
    <w:rsid w:val="002107E2"/>
    <w:rsid w:val="002112BB"/>
    <w:rsid w:val="002125B8"/>
    <w:rsid w:val="002134C3"/>
    <w:rsid w:val="0021403D"/>
    <w:rsid w:val="0022280A"/>
    <w:rsid w:val="002232FB"/>
    <w:rsid w:val="002260D6"/>
    <w:rsid w:val="002306A7"/>
    <w:rsid w:val="002316DD"/>
    <w:rsid w:val="00232BBB"/>
    <w:rsid w:val="00233514"/>
    <w:rsid w:val="002340C1"/>
    <w:rsid w:val="002346ED"/>
    <w:rsid w:val="00236B0B"/>
    <w:rsid w:val="00240B58"/>
    <w:rsid w:val="0024280E"/>
    <w:rsid w:val="00242A09"/>
    <w:rsid w:val="00243804"/>
    <w:rsid w:val="00246038"/>
    <w:rsid w:val="002522F5"/>
    <w:rsid w:val="00253718"/>
    <w:rsid w:val="002537B9"/>
    <w:rsid w:val="00254D51"/>
    <w:rsid w:val="0025557D"/>
    <w:rsid w:val="00256137"/>
    <w:rsid w:val="00257CAD"/>
    <w:rsid w:val="0026588C"/>
    <w:rsid w:val="00271383"/>
    <w:rsid w:val="00271B45"/>
    <w:rsid w:val="002727C4"/>
    <w:rsid w:val="00272B33"/>
    <w:rsid w:val="002734E5"/>
    <w:rsid w:val="00273FA8"/>
    <w:rsid w:val="00274FA2"/>
    <w:rsid w:val="00276531"/>
    <w:rsid w:val="00283284"/>
    <w:rsid w:val="00286624"/>
    <w:rsid w:val="00287F84"/>
    <w:rsid w:val="00290117"/>
    <w:rsid w:val="00291D90"/>
    <w:rsid w:val="0029638E"/>
    <w:rsid w:val="002969FA"/>
    <w:rsid w:val="002970F6"/>
    <w:rsid w:val="002976C0"/>
    <w:rsid w:val="002976E7"/>
    <w:rsid w:val="002A1076"/>
    <w:rsid w:val="002B2378"/>
    <w:rsid w:val="002C026B"/>
    <w:rsid w:val="002C0C7F"/>
    <w:rsid w:val="002C1996"/>
    <w:rsid w:val="002C21C0"/>
    <w:rsid w:val="002C2900"/>
    <w:rsid w:val="002D2B46"/>
    <w:rsid w:val="002D2C62"/>
    <w:rsid w:val="002D2E75"/>
    <w:rsid w:val="002D4ECA"/>
    <w:rsid w:val="002D7176"/>
    <w:rsid w:val="002D7D63"/>
    <w:rsid w:val="002E041F"/>
    <w:rsid w:val="002E2949"/>
    <w:rsid w:val="002E2959"/>
    <w:rsid w:val="002E3B2F"/>
    <w:rsid w:val="002E5B9B"/>
    <w:rsid w:val="002F2BA5"/>
    <w:rsid w:val="002F37BB"/>
    <w:rsid w:val="002F390B"/>
    <w:rsid w:val="002F52AF"/>
    <w:rsid w:val="00302FDE"/>
    <w:rsid w:val="00304BE3"/>
    <w:rsid w:val="00305FAA"/>
    <w:rsid w:val="00314D5D"/>
    <w:rsid w:val="003159F1"/>
    <w:rsid w:val="00320C1F"/>
    <w:rsid w:val="00326ED0"/>
    <w:rsid w:val="00326F5C"/>
    <w:rsid w:val="00327B6A"/>
    <w:rsid w:val="00327E41"/>
    <w:rsid w:val="00330623"/>
    <w:rsid w:val="00331571"/>
    <w:rsid w:val="00333E00"/>
    <w:rsid w:val="00335B89"/>
    <w:rsid w:val="00337384"/>
    <w:rsid w:val="00337C58"/>
    <w:rsid w:val="00340DC5"/>
    <w:rsid w:val="003433BE"/>
    <w:rsid w:val="0034349F"/>
    <w:rsid w:val="00343539"/>
    <w:rsid w:val="00345341"/>
    <w:rsid w:val="00345CB6"/>
    <w:rsid w:val="00346362"/>
    <w:rsid w:val="00347301"/>
    <w:rsid w:val="00350CD5"/>
    <w:rsid w:val="003529BE"/>
    <w:rsid w:val="003536AD"/>
    <w:rsid w:val="00354B81"/>
    <w:rsid w:val="003552E3"/>
    <w:rsid w:val="0035613B"/>
    <w:rsid w:val="00357A46"/>
    <w:rsid w:val="00362D5F"/>
    <w:rsid w:val="00364960"/>
    <w:rsid w:val="00364C96"/>
    <w:rsid w:val="00365531"/>
    <w:rsid w:val="00365FEA"/>
    <w:rsid w:val="0036722B"/>
    <w:rsid w:val="00370D68"/>
    <w:rsid w:val="00371EBE"/>
    <w:rsid w:val="00372539"/>
    <w:rsid w:val="003744C2"/>
    <w:rsid w:val="003803DE"/>
    <w:rsid w:val="00382574"/>
    <w:rsid w:val="003852A7"/>
    <w:rsid w:val="00385B98"/>
    <w:rsid w:val="00386999"/>
    <w:rsid w:val="00386D2E"/>
    <w:rsid w:val="00387786"/>
    <w:rsid w:val="00390477"/>
    <w:rsid w:val="00390813"/>
    <w:rsid w:val="00390A2B"/>
    <w:rsid w:val="0039347D"/>
    <w:rsid w:val="003935E0"/>
    <w:rsid w:val="0039376B"/>
    <w:rsid w:val="00394B02"/>
    <w:rsid w:val="003A4AEF"/>
    <w:rsid w:val="003A63D7"/>
    <w:rsid w:val="003B1280"/>
    <w:rsid w:val="003B74B8"/>
    <w:rsid w:val="003C093E"/>
    <w:rsid w:val="003C6D9A"/>
    <w:rsid w:val="003C6F2E"/>
    <w:rsid w:val="003D0F9D"/>
    <w:rsid w:val="003D1E6C"/>
    <w:rsid w:val="003D3A40"/>
    <w:rsid w:val="003D5AED"/>
    <w:rsid w:val="003E0536"/>
    <w:rsid w:val="003E3D7A"/>
    <w:rsid w:val="003E400E"/>
    <w:rsid w:val="003E47FE"/>
    <w:rsid w:val="003E7558"/>
    <w:rsid w:val="003F03D7"/>
    <w:rsid w:val="003F29EF"/>
    <w:rsid w:val="003F3F3A"/>
    <w:rsid w:val="00400D68"/>
    <w:rsid w:val="00405698"/>
    <w:rsid w:val="004056F2"/>
    <w:rsid w:val="00407C7B"/>
    <w:rsid w:val="00412A42"/>
    <w:rsid w:val="00412C16"/>
    <w:rsid w:val="0041330D"/>
    <w:rsid w:val="00414779"/>
    <w:rsid w:val="0041518F"/>
    <w:rsid w:val="00415E6D"/>
    <w:rsid w:val="00417448"/>
    <w:rsid w:val="00417D77"/>
    <w:rsid w:val="0042062B"/>
    <w:rsid w:val="004252D8"/>
    <w:rsid w:val="004254FD"/>
    <w:rsid w:val="00426C77"/>
    <w:rsid w:val="0043031F"/>
    <w:rsid w:val="00430EBA"/>
    <w:rsid w:val="004331D1"/>
    <w:rsid w:val="004348C6"/>
    <w:rsid w:val="00435942"/>
    <w:rsid w:val="00441BE6"/>
    <w:rsid w:val="004440B5"/>
    <w:rsid w:val="00446D54"/>
    <w:rsid w:val="004474A8"/>
    <w:rsid w:val="0044773C"/>
    <w:rsid w:val="004502E8"/>
    <w:rsid w:val="004505B5"/>
    <w:rsid w:val="004521BF"/>
    <w:rsid w:val="00455A24"/>
    <w:rsid w:val="00456741"/>
    <w:rsid w:val="00457AE5"/>
    <w:rsid w:val="00457C30"/>
    <w:rsid w:val="00462F20"/>
    <w:rsid w:val="00467CF2"/>
    <w:rsid w:val="00471AE9"/>
    <w:rsid w:val="00472A6A"/>
    <w:rsid w:val="004733EA"/>
    <w:rsid w:val="004736F7"/>
    <w:rsid w:val="0047707C"/>
    <w:rsid w:val="00477E9D"/>
    <w:rsid w:val="004847C2"/>
    <w:rsid w:val="00484D35"/>
    <w:rsid w:val="00492953"/>
    <w:rsid w:val="0049347F"/>
    <w:rsid w:val="004936BE"/>
    <w:rsid w:val="004952CF"/>
    <w:rsid w:val="004A2189"/>
    <w:rsid w:val="004A2753"/>
    <w:rsid w:val="004A58B5"/>
    <w:rsid w:val="004A60C0"/>
    <w:rsid w:val="004B0932"/>
    <w:rsid w:val="004B2047"/>
    <w:rsid w:val="004B22D6"/>
    <w:rsid w:val="004B2F6C"/>
    <w:rsid w:val="004B6233"/>
    <w:rsid w:val="004C2434"/>
    <w:rsid w:val="004C56C0"/>
    <w:rsid w:val="004C5B2F"/>
    <w:rsid w:val="004C6FB1"/>
    <w:rsid w:val="004C7212"/>
    <w:rsid w:val="004D0396"/>
    <w:rsid w:val="004D5431"/>
    <w:rsid w:val="004E7316"/>
    <w:rsid w:val="004F3458"/>
    <w:rsid w:val="004F4015"/>
    <w:rsid w:val="004F4F33"/>
    <w:rsid w:val="005007FE"/>
    <w:rsid w:val="00502069"/>
    <w:rsid w:val="005044B7"/>
    <w:rsid w:val="00505BE1"/>
    <w:rsid w:val="00505E7E"/>
    <w:rsid w:val="00510891"/>
    <w:rsid w:val="00510ABC"/>
    <w:rsid w:val="005166F2"/>
    <w:rsid w:val="005210F0"/>
    <w:rsid w:val="005227ED"/>
    <w:rsid w:val="00523FB2"/>
    <w:rsid w:val="00524584"/>
    <w:rsid w:val="00525B2B"/>
    <w:rsid w:val="00525DBD"/>
    <w:rsid w:val="00525EBC"/>
    <w:rsid w:val="00527463"/>
    <w:rsid w:val="0053104D"/>
    <w:rsid w:val="00532F60"/>
    <w:rsid w:val="00533952"/>
    <w:rsid w:val="00535ECE"/>
    <w:rsid w:val="00540ED6"/>
    <w:rsid w:val="00542B59"/>
    <w:rsid w:val="00542EC4"/>
    <w:rsid w:val="00543CEC"/>
    <w:rsid w:val="00543D59"/>
    <w:rsid w:val="00544445"/>
    <w:rsid w:val="00546260"/>
    <w:rsid w:val="00547B8C"/>
    <w:rsid w:val="00552D1E"/>
    <w:rsid w:val="00553296"/>
    <w:rsid w:val="005535CD"/>
    <w:rsid w:val="00554726"/>
    <w:rsid w:val="00556FEC"/>
    <w:rsid w:val="005613DA"/>
    <w:rsid w:val="0056500C"/>
    <w:rsid w:val="00576C8A"/>
    <w:rsid w:val="00582823"/>
    <w:rsid w:val="00583782"/>
    <w:rsid w:val="00584236"/>
    <w:rsid w:val="00584351"/>
    <w:rsid w:val="00584362"/>
    <w:rsid w:val="0058479B"/>
    <w:rsid w:val="005854D7"/>
    <w:rsid w:val="00587B51"/>
    <w:rsid w:val="005905C0"/>
    <w:rsid w:val="005933F1"/>
    <w:rsid w:val="005968FD"/>
    <w:rsid w:val="005A0A41"/>
    <w:rsid w:val="005A0CF7"/>
    <w:rsid w:val="005A3CE0"/>
    <w:rsid w:val="005A408A"/>
    <w:rsid w:val="005A46C1"/>
    <w:rsid w:val="005A4D12"/>
    <w:rsid w:val="005A71E9"/>
    <w:rsid w:val="005B12C7"/>
    <w:rsid w:val="005B2A11"/>
    <w:rsid w:val="005C2265"/>
    <w:rsid w:val="005C73C4"/>
    <w:rsid w:val="005C7A8F"/>
    <w:rsid w:val="005D7EF8"/>
    <w:rsid w:val="005E0F6C"/>
    <w:rsid w:val="005E15F4"/>
    <w:rsid w:val="005E26BD"/>
    <w:rsid w:val="005E602B"/>
    <w:rsid w:val="005F136D"/>
    <w:rsid w:val="005F3045"/>
    <w:rsid w:val="005F4805"/>
    <w:rsid w:val="005F4F05"/>
    <w:rsid w:val="005F5826"/>
    <w:rsid w:val="006011BE"/>
    <w:rsid w:val="006044DF"/>
    <w:rsid w:val="0060518C"/>
    <w:rsid w:val="00605A73"/>
    <w:rsid w:val="00607714"/>
    <w:rsid w:val="006115D5"/>
    <w:rsid w:val="00611636"/>
    <w:rsid w:val="00616BEB"/>
    <w:rsid w:val="00617A50"/>
    <w:rsid w:val="0062149C"/>
    <w:rsid w:val="00624E6F"/>
    <w:rsid w:val="006252A7"/>
    <w:rsid w:val="00630198"/>
    <w:rsid w:val="0063147D"/>
    <w:rsid w:val="006317B0"/>
    <w:rsid w:val="006345AE"/>
    <w:rsid w:val="0063648D"/>
    <w:rsid w:val="00637B43"/>
    <w:rsid w:val="00640C72"/>
    <w:rsid w:val="00641F73"/>
    <w:rsid w:val="006433C9"/>
    <w:rsid w:val="00643ADB"/>
    <w:rsid w:val="00646F17"/>
    <w:rsid w:val="00647FB3"/>
    <w:rsid w:val="00651F9E"/>
    <w:rsid w:val="00651FD9"/>
    <w:rsid w:val="00652C32"/>
    <w:rsid w:val="00653A45"/>
    <w:rsid w:val="00661007"/>
    <w:rsid w:val="00661726"/>
    <w:rsid w:val="0066490C"/>
    <w:rsid w:val="0066494A"/>
    <w:rsid w:val="0066754C"/>
    <w:rsid w:val="00667FA3"/>
    <w:rsid w:val="00675FFC"/>
    <w:rsid w:val="0068006C"/>
    <w:rsid w:val="0068342E"/>
    <w:rsid w:val="00683C76"/>
    <w:rsid w:val="00684130"/>
    <w:rsid w:val="0068574B"/>
    <w:rsid w:val="00692CC3"/>
    <w:rsid w:val="00694ABA"/>
    <w:rsid w:val="006964B3"/>
    <w:rsid w:val="006A336C"/>
    <w:rsid w:val="006A37BB"/>
    <w:rsid w:val="006A4C9B"/>
    <w:rsid w:val="006A50C5"/>
    <w:rsid w:val="006A69FF"/>
    <w:rsid w:val="006A7257"/>
    <w:rsid w:val="006B2301"/>
    <w:rsid w:val="006B2784"/>
    <w:rsid w:val="006C452D"/>
    <w:rsid w:val="006C45D9"/>
    <w:rsid w:val="006C4876"/>
    <w:rsid w:val="006C7C2E"/>
    <w:rsid w:val="006C7E1A"/>
    <w:rsid w:val="006D24D4"/>
    <w:rsid w:val="006D45DA"/>
    <w:rsid w:val="006D6B1A"/>
    <w:rsid w:val="006E2A1B"/>
    <w:rsid w:val="006E43D0"/>
    <w:rsid w:val="006E57C8"/>
    <w:rsid w:val="006E623C"/>
    <w:rsid w:val="006E6F49"/>
    <w:rsid w:val="006F2680"/>
    <w:rsid w:val="006F275B"/>
    <w:rsid w:val="006F2FAD"/>
    <w:rsid w:val="006F3F8E"/>
    <w:rsid w:val="006F54D4"/>
    <w:rsid w:val="007004F1"/>
    <w:rsid w:val="00700D6D"/>
    <w:rsid w:val="00704284"/>
    <w:rsid w:val="00705777"/>
    <w:rsid w:val="0071222D"/>
    <w:rsid w:val="00712BA1"/>
    <w:rsid w:val="00714DEC"/>
    <w:rsid w:val="007174C5"/>
    <w:rsid w:val="00727F3D"/>
    <w:rsid w:val="00731A95"/>
    <w:rsid w:val="00736809"/>
    <w:rsid w:val="007407C1"/>
    <w:rsid w:val="007439BB"/>
    <w:rsid w:val="00743DF7"/>
    <w:rsid w:val="007441FC"/>
    <w:rsid w:val="0074435A"/>
    <w:rsid w:val="007458F9"/>
    <w:rsid w:val="00747051"/>
    <w:rsid w:val="00753742"/>
    <w:rsid w:val="00762254"/>
    <w:rsid w:val="00762E8A"/>
    <w:rsid w:val="00764C0E"/>
    <w:rsid w:val="00765989"/>
    <w:rsid w:val="00770665"/>
    <w:rsid w:val="00772FE2"/>
    <w:rsid w:val="007743EF"/>
    <w:rsid w:val="00776BCE"/>
    <w:rsid w:val="00781AE1"/>
    <w:rsid w:val="00781ECB"/>
    <w:rsid w:val="00785311"/>
    <w:rsid w:val="007853A4"/>
    <w:rsid w:val="00787F48"/>
    <w:rsid w:val="00791997"/>
    <w:rsid w:val="00795329"/>
    <w:rsid w:val="007A1B17"/>
    <w:rsid w:val="007A238E"/>
    <w:rsid w:val="007A2CCF"/>
    <w:rsid w:val="007A4AC1"/>
    <w:rsid w:val="007A684B"/>
    <w:rsid w:val="007B1213"/>
    <w:rsid w:val="007B279A"/>
    <w:rsid w:val="007B639F"/>
    <w:rsid w:val="007B667E"/>
    <w:rsid w:val="007C0376"/>
    <w:rsid w:val="007C0E90"/>
    <w:rsid w:val="007C2375"/>
    <w:rsid w:val="007C5612"/>
    <w:rsid w:val="007C697F"/>
    <w:rsid w:val="007C7B50"/>
    <w:rsid w:val="007D2C6B"/>
    <w:rsid w:val="007D34DE"/>
    <w:rsid w:val="007D79C9"/>
    <w:rsid w:val="007E1744"/>
    <w:rsid w:val="007E2A74"/>
    <w:rsid w:val="007E621D"/>
    <w:rsid w:val="007E6939"/>
    <w:rsid w:val="007E7493"/>
    <w:rsid w:val="007E7A29"/>
    <w:rsid w:val="007F232B"/>
    <w:rsid w:val="007F24C2"/>
    <w:rsid w:val="007F342B"/>
    <w:rsid w:val="007F7DEA"/>
    <w:rsid w:val="00800F4C"/>
    <w:rsid w:val="0080272F"/>
    <w:rsid w:val="00802F9A"/>
    <w:rsid w:val="00810221"/>
    <w:rsid w:val="00810DB3"/>
    <w:rsid w:val="00812E6C"/>
    <w:rsid w:val="00814F53"/>
    <w:rsid w:val="00820880"/>
    <w:rsid w:val="0082287F"/>
    <w:rsid w:val="00824720"/>
    <w:rsid w:val="00824C13"/>
    <w:rsid w:val="00824CB0"/>
    <w:rsid w:val="0082523C"/>
    <w:rsid w:val="00830DA8"/>
    <w:rsid w:val="0083107D"/>
    <w:rsid w:val="008408E9"/>
    <w:rsid w:val="008420AA"/>
    <w:rsid w:val="008435EF"/>
    <w:rsid w:val="008437A0"/>
    <w:rsid w:val="00844864"/>
    <w:rsid w:val="0084677C"/>
    <w:rsid w:val="00850296"/>
    <w:rsid w:val="00853F1A"/>
    <w:rsid w:val="00855665"/>
    <w:rsid w:val="008577B7"/>
    <w:rsid w:val="00860904"/>
    <w:rsid w:val="0086236C"/>
    <w:rsid w:val="008637CF"/>
    <w:rsid w:val="0086414C"/>
    <w:rsid w:val="00866659"/>
    <w:rsid w:val="008709E7"/>
    <w:rsid w:val="008712C1"/>
    <w:rsid w:val="00871FBF"/>
    <w:rsid w:val="00874584"/>
    <w:rsid w:val="00874FEE"/>
    <w:rsid w:val="00875398"/>
    <w:rsid w:val="0087593B"/>
    <w:rsid w:val="00880F46"/>
    <w:rsid w:val="00882E4D"/>
    <w:rsid w:val="008836AB"/>
    <w:rsid w:val="00883D8D"/>
    <w:rsid w:val="00883E33"/>
    <w:rsid w:val="00885753"/>
    <w:rsid w:val="00890104"/>
    <w:rsid w:val="0089092B"/>
    <w:rsid w:val="00891B8F"/>
    <w:rsid w:val="008920C2"/>
    <w:rsid w:val="0089768D"/>
    <w:rsid w:val="00897B05"/>
    <w:rsid w:val="008A23AB"/>
    <w:rsid w:val="008A2760"/>
    <w:rsid w:val="008A5ADC"/>
    <w:rsid w:val="008A6BA5"/>
    <w:rsid w:val="008A7297"/>
    <w:rsid w:val="008A73DF"/>
    <w:rsid w:val="008B3B45"/>
    <w:rsid w:val="008B4A51"/>
    <w:rsid w:val="008B4F1E"/>
    <w:rsid w:val="008B750F"/>
    <w:rsid w:val="008C05E3"/>
    <w:rsid w:val="008C0C5F"/>
    <w:rsid w:val="008C40F5"/>
    <w:rsid w:val="008C5103"/>
    <w:rsid w:val="008C632F"/>
    <w:rsid w:val="008C6CD3"/>
    <w:rsid w:val="008D1009"/>
    <w:rsid w:val="008D2989"/>
    <w:rsid w:val="008D3D3F"/>
    <w:rsid w:val="008D66CC"/>
    <w:rsid w:val="008E3B24"/>
    <w:rsid w:val="008E4313"/>
    <w:rsid w:val="008F59A1"/>
    <w:rsid w:val="008F5D43"/>
    <w:rsid w:val="008F5FF8"/>
    <w:rsid w:val="008F7342"/>
    <w:rsid w:val="00900E5A"/>
    <w:rsid w:val="00901734"/>
    <w:rsid w:val="00901E83"/>
    <w:rsid w:val="009041A8"/>
    <w:rsid w:val="00905DF7"/>
    <w:rsid w:val="00910C12"/>
    <w:rsid w:val="00913280"/>
    <w:rsid w:val="0091338E"/>
    <w:rsid w:val="0091743B"/>
    <w:rsid w:val="00921667"/>
    <w:rsid w:val="00922FE7"/>
    <w:rsid w:val="00924169"/>
    <w:rsid w:val="009249B4"/>
    <w:rsid w:val="00930B58"/>
    <w:rsid w:val="00931384"/>
    <w:rsid w:val="0093465F"/>
    <w:rsid w:val="00936A97"/>
    <w:rsid w:val="00937EAF"/>
    <w:rsid w:val="00941BAC"/>
    <w:rsid w:val="0094500B"/>
    <w:rsid w:val="00945D6D"/>
    <w:rsid w:val="00946366"/>
    <w:rsid w:val="0094637C"/>
    <w:rsid w:val="00946640"/>
    <w:rsid w:val="00951416"/>
    <w:rsid w:val="00951F7C"/>
    <w:rsid w:val="00953827"/>
    <w:rsid w:val="00956535"/>
    <w:rsid w:val="0095770A"/>
    <w:rsid w:val="00957AA6"/>
    <w:rsid w:val="00961765"/>
    <w:rsid w:val="00961B90"/>
    <w:rsid w:val="00962A04"/>
    <w:rsid w:val="009630A9"/>
    <w:rsid w:val="009631EA"/>
    <w:rsid w:val="0096726D"/>
    <w:rsid w:val="00971F03"/>
    <w:rsid w:val="0097246D"/>
    <w:rsid w:val="00972553"/>
    <w:rsid w:val="00972FB0"/>
    <w:rsid w:val="00973B96"/>
    <w:rsid w:val="00973F28"/>
    <w:rsid w:val="00974E40"/>
    <w:rsid w:val="00975D1C"/>
    <w:rsid w:val="0097624A"/>
    <w:rsid w:val="00977FEE"/>
    <w:rsid w:val="009810DD"/>
    <w:rsid w:val="0098231F"/>
    <w:rsid w:val="00983A64"/>
    <w:rsid w:val="00983AAA"/>
    <w:rsid w:val="00983FD4"/>
    <w:rsid w:val="009847CD"/>
    <w:rsid w:val="00987D28"/>
    <w:rsid w:val="00991FA3"/>
    <w:rsid w:val="00992A04"/>
    <w:rsid w:val="0099366A"/>
    <w:rsid w:val="00993E29"/>
    <w:rsid w:val="009957ED"/>
    <w:rsid w:val="00997912"/>
    <w:rsid w:val="009A444D"/>
    <w:rsid w:val="009A73E6"/>
    <w:rsid w:val="009B0254"/>
    <w:rsid w:val="009B0999"/>
    <w:rsid w:val="009B2954"/>
    <w:rsid w:val="009B4259"/>
    <w:rsid w:val="009B5C28"/>
    <w:rsid w:val="009B6774"/>
    <w:rsid w:val="009B702B"/>
    <w:rsid w:val="009C22AD"/>
    <w:rsid w:val="009C4486"/>
    <w:rsid w:val="009D1276"/>
    <w:rsid w:val="009D4676"/>
    <w:rsid w:val="009D735C"/>
    <w:rsid w:val="009E00A9"/>
    <w:rsid w:val="009E181F"/>
    <w:rsid w:val="009E2165"/>
    <w:rsid w:val="009E5479"/>
    <w:rsid w:val="009E63A7"/>
    <w:rsid w:val="009E79E6"/>
    <w:rsid w:val="009F1FD6"/>
    <w:rsid w:val="009F2445"/>
    <w:rsid w:val="009F4FD0"/>
    <w:rsid w:val="00A0205A"/>
    <w:rsid w:val="00A020E2"/>
    <w:rsid w:val="00A029A0"/>
    <w:rsid w:val="00A02DBE"/>
    <w:rsid w:val="00A06783"/>
    <w:rsid w:val="00A1681A"/>
    <w:rsid w:val="00A16BC3"/>
    <w:rsid w:val="00A17954"/>
    <w:rsid w:val="00A228DA"/>
    <w:rsid w:val="00A22B6D"/>
    <w:rsid w:val="00A22E76"/>
    <w:rsid w:val="00A25D72"/>
    <w:rsid w:val="00A275E5"/>
    <w:rsid w:val="00A27C97"/>
    <w:rsid w:val="00A31D8B"/>
    <w:rsid w:val="00A33B08"/>
    <w:rsid w:val="00A355D4"/>
    <w:rsid w:val="00A37947"/>
    <w:rsid w:val="00A37AB7"/>
    <w:rsid w:val="00A414E9"/>
    <w:rsid w:val="00A4172F"/>
    <w:rsid w:val="00A42AF0"/>
    <w:rsid w:val="00A4568B"/>
    <w:rsid w:val="00A511FC"/>
    <w:rsid w:val="00A53539"/>
    <w:rsid w:val="00A543A7"/>
    <w:rsid w:val="00A557BB"/>
    <w:rsid w:val="00A5713E"/>
    <w:rsid w:val="00A571C1"/>
    <w:rsid w:val="00A578E8"/>
    <w:rsid w:val="00A60BBE"/>
    <w:rsid w:val="00A61305"/>
    <w:rsid w:val="00A6291D"/>
    <w:rsid w:val="00A660C6"/>
    <w:rsid w:val="00A70629"/>
    <w:rsid w:val="00A70B32"/>
    <w:rsid w:val="00A801BA"/>
    <w:rsid w:val="00A8036F"/>
    <w:rsid w:val="00A809AC"/>
    <w:rsid w:val="00A80D83"/>
    <w:rsid w:val="00A82A1C"/>
    <w:rsid w:val="00A84B6D"/>
    <w:rsid w:val="00A84ECE"/>
    <w:rsid w:val="00A85769"/>
    <w:rsid w:val="00A8726B"/>
    <w:rsid w:val="00A9235C"/>
    <w:rsid w:val="00A928A0"/>
    <w:rsid w:val="00A9395A"/>
    <w:rsid w:val="00A9681D"/>
    <w:rsid w:val="00A97FEA"/>
    <w:rsid w:val="00AA2CDA"/>
    <w:rsid w:val="00AA4BAE"/>
    <w:rsid w:val="00AA5D17"/>
    <w:rsid w:val="00AA6388"/>
    <w:rsid w:val="00AA71FB"/>
    <w:rsid w:val="00AB1EE8"/>
    <w:rsid w:val="00AB2500"/>
    <w:rsid w:val="00AB35EC"/>
    <w:rsid w:val="00AB582E"/>
    <w:rsid w:val="00AB594B"/>
    <w:rsid w:val="00AB61A3"/>
    <w:rsid w:val="00AC0242"/>
    <w:rsid w:val="00AC04E8"/>
    <w:rsid w:val="00AC108A"/>
    <w:rsid w:val="00AC41D8"/>
    <w:rsid w:val="00AC4C72"/>
    <w:rsid w:val="00AC5740"/>
    <w:rsid w:val="00AC7F44"/>
    <w:rsid w:val="00AD2854"/>
    <w:rsid w:val="00AD528A"/>
    <w:rsid w:val="00AE201A"/>
    <w:rsid w:val="00AE4818"/>
    <w:rsid w:val="00AE645C"/>
    <w:rsid w:val="00AE74B3"/>
    <w:rsid w:val="00AE7719"/>
    <w:rsid w:val="00AF0926"/>
    <w:rsid w:val="00AF1048"/>
    <w:rsid w:val="00AF46D3"/>
    <w:rsid w:val="00AF59C7"/>
    <w:rsid w:val="00B040C3"/>
    <w:rsid w:val="00B04B6C"/>
    <w:rsid w:val="00B063B7"/>
    <w:rsid w:val="00B11A70"/>
    <w:rsid w:val="00B12FC5"/>
    <w:rsid w:val="00B15565"/>
    <w:rsid w:val="00B16519"/>
    <w:rsid w:val="00B16E8D"/>
    <w:rsid w:val="00B307F4"/>
    <w:rsid w:val="00B30F23"/>
    <w:rsid w:val="00B37250"/>
    <w:rsid w:val="00B41EC8"/>
    <w:rsid w:val="00B430C3"/>
    <w:rsid w:val="00B450B4"/>
    <w:rsid w:val="00B46E48"/>
    <w:rsid w:val="00B4750F"/>
    <w:rsid w:val="00B53372"/>
    <w:rsid w:val="00B56A94"/>
    <w:rsid w:val="00B5782A"/>
    <w:rsid w:val="00B6051C"/>
    <w:rsid w:val="00B61647"/>
    <w:rsid w:val="00B618E9"/>
    <w:rsid w:val="00B620A1"/>
    <w:rsid w:val="00B62A08"/>
    <w:rsid w:val="00B642F7"/>
    <w:rsid w:val="00B64EB0"/>
    <w:rsid w:val="00B70277"/>
    <w:rsid w:val="00B7266A"/>
    <w:rsid w:val="00B72BA5"/>
    <w:rsid w:val="00B7383D"/>
    <w:rsid w:val="00B7455B"/>
    <w:rsid w:val="00B8109D"/>
    <w:rsid w:val="00B81A4F"/>
    <w:rsid w:val="00B8630B"/>
    <w:rsid w:val="00B92DA8"/>
    <w:rsid w:val="00B9469D"/>
    <w:rsid w:val="00B95038"/>
    <w:rsid w:val="00B95EB8"/>
    <w:rsid w:val="00B97F31"/>
    <w:rsid w:val="00BA108D"/>
    <w:rsid w:val="00BA215A"/>
    <w:rsid w:val="00BA4DAD"/>
    <w:rsid w:val="00BA5584"/>
    <w:rsid w:val="00BA6C1E"/>
    <w:rsid w:val="00BB13B1"/>
    <w:rsid w:val="00BB1B40"/>
    <w:rsid w:val="00BB1DA3"/>
    <w:rsid w:val="00BB3D13"/>
    <w:rsid w:val="00BB3E75"/>
    <w:rsid w:val="00BB5A6C"/>
    <w:rsid w:val="00BB62FB"/>
    <w:rsid w:val="00BB75C2"/>
    <w:rsid w:val="00BC563E"/>
    <w:rsid w:val="00BC620A"/>
    <w:rsid w:val="00BC732F"/>
    <w:rsid w:val="00BC7580"/>
    <w:rsid w:val="00BD0A97"/>
    <w:rsid w:val="00BD3BD1"/>
    <w:rsid w:val="00BD49FD"/>
    <w:rsid w:val="00BD5F5E"/>
    <w:rsid w:val="00BE0BC4"/>
    <w:rsid w:val="00BE10A3"/>
    <w:rsid w:val="00BE5CC0"/>
    <w:rsid w:val="00BE6493"/>
    <w:rsid w:val="00BE7B74"/>
    <w:rsid w:val="00BF10CC"/>
    <w:rsid w:val="00BF6139"/>
    <w:rsid w:val="00BF7CE7"/>
    <w:rsid w:val="00C0081D"/>
    <w:rsid w:val="00C00B22"/>
    <w:rsid w:val="00C015DD"/>
    <w:rsid w:val="00C02193"/>
    <w:rsid w:val="00C02A57"/>
    <w:rsid w:val="00C0789E"/>
    <w:rsid w:val="00C1015E"/>
    <w:rsid w:val="00C114D4"/>
    <w:rsid w:val="00C11F48"/>
    <w:rsid w:val="00C12E39"/>
    <w:rsid w:val="00C12EA0"/>
    <w:rsid w:val="00C13D11"/>
    <w:rsid w:val="00C163DD"/>
    <w:rsid w:val="00C16707"/>
    <w:rsid w:val="00C2149F"/>
    <w:rsid w:val="00C21985"/>
    <w:rsid w:val="00C261BC"/>
    <w:rsid w:val="00C31ADB"/>
    <w:rsid w:val="00C32743"/>
    <w:rsid w:val="00C3557C"/>
    <w:rsid w:val="00C41E07"/>
    <w:rsid w:val="00C428D3"/>
    <w:rsid w:val="00C43DBC"/>
    <w:rsid w:val="00C44BE0"/>
    <w:rsid w:val="00C45191"/>
    <w:rsid w:val="00C45590"/>
    <w:rsid w:val="00C46414"/>
    <w:rsid w:val="00C507E1"/>
    <w:rsid w:val="00C52336"/>
    <w:rsid w:val="00C53BE1"/>
    <w:rsid w:val="00C6137F"/>
    <w:rsid w:val="00C61B92"/>
    <w:rsid w:val="00C62756"/>
    <w:rsid w:val="00C63380"/>
    <w:rsid w:val="00C64EF2"/>
    <w:rsid w:val="00C7083A"/>
    <w:rsid w:val="00C7093E"/>
    <w:rsid w:val="00C71270"/>
    <w:rsid w:val="00C7131C"/>
    <w:rsid w:val="00C72231"/>
    <w:rsid w:val="00C72303"/>
    <w:rsid w:val="00C7340F"/>
    <w:rsid w:val="00C763A1"/>
    <w:rsid w:val="00C76914"/>
    <w:rsid w:val="00C776BE"/>
    <w:rsid w:val="00C8342D"/>
    <w:rsid w:val="00C8492B"/>
    <w:rsid w:val="00C8748E"/>
    <w:rsid w:val="00C90F61"/>
    <w:rsid w:val="00C9290A"/>
    <w:rsid w:val="00C92984"/>
    <w:rsid w:val="00C95049"/>
    <w:rsid w:val="00C95161"/>
    <w:rsid w:val="00C96D6F"/>
    <w:rsid w:val="00CA2381"/>
    <w:rsid w:val="00CA2CA9"/>
    <w:rsid w:val="00CA4C73"/>
    <w:rsid w:val="00CB0539"/>
    <w:rsid w:val="00CB3E89"/>
    <w:rsid w:val="00CB5424"/>
    <w:rsid w:val="00CB5460"/>
    <w:rsid w:val="00CB578B"/>
    <w:rsid w:val="00CB606D"/>
    <w:rsid w:val="00CB78AD"/>
    <w:rsid w:val="00CC2FBE"/>
    <w:rsid w:val="00CC3A8A"/>
    <w:rsid w:val="00CC421D"/>
    <w:rsid w:val="00CC48C3"/>
    <w:rsid w:val="00CC7569"/>
    <w:rsid w:val="00CD1D17"/>
    <w:rsid w:val="00CD221A"/>
    <w:rsid w:val="00CD5052"/>
    <w:rsid w:val="00CD5E75"/>
    <w:rsid w:val="00CE1571"/>
    <w:rsid w:val="00CE2C82"/>
    <w:rsid w:val="00CE2E11"/>
    <w:rsid w:val="00CE3F1F"/>
    <w:rsid w:val="00CE7F7A"/>
    <w:rsid w:val="00CF1302"/>
    <w:rsid w:val="00CF2989"/>
    <w:rsid w:val="00CF393A"/>
    <w:rsid w:val="00CF4A13"/>
    <w:rsid w:val="00CF7697"/>
    <w:rsid w:val="00CF7E69"/>
    <w:rsid w:val="00D045F5"/>
    <w:rsid w:val="00D05284"/>
    <w:rsid w:val="00D0579D"/>
    <w:rsid w:val="00D06B33"/>
    <w:rsid w:val="00D07773"/>
    <w:rsid w:val="00D11D7A"/>
    <w:rsid w:val="00D13908"/>
    <w:rsid w:val="00D13E90"/>
    <w:rsid w:val="00D20F54"/>
    <w:rsid w:val="00D2169B"/>
    <w:rsid w:val="00D22234"/>
    <w:rsid w:val="00D23E1E"/>
    <w:rsid w:val="00D2527D"/>
    <w:rsid w:val="00D258FD"/>
    <w:rsid w:val="00D3041C"/>
    <w:rsid w:val="00D32103"/>
    <w:rsid w:val="00D330E8"/>
    <w:rsid w:val="00D35612"/>
    <w:rsid w:val="00D35FD9"/>
    <w:rsid w:val="00D41410"/>
    <w:rsid w:val="00D4268F"/>
    <w:rsid w:val="00D43461"/>
    <w:rsid w:val="00D43E72"/>
    <w:rsid w:val="00D474D7"/>
    <w:rsid w:val="00D4793B"/>
    <w:rsid w:val="00D53E20"/>
    <w:rsid w:val="00D53EC6"/>
    <w:rsid w:val="00D5533E"/>
    <w:rsid w:val="00D55AFC"/>
    <w:rsid w:val="00D56000"/>
    <w:rsid w:val="00D56630"/>
    <w:rsid w:val="00D5722F"/>
    <w:rsid w:val="00D57E55"/>
    <w:rsid w:val="00D6094F"/>
    <w:rsid w:val="00D62281"/>
    <w:rsid w:val="00D67F32"/>
    <w:rsid w:val="00D70814"/>
    <w:rsid w:val="00D726B3"/>
    <w:rsid w:val="00D726F0"/>
    <w:rsid w:val="00D731BB"/>
    <w:rsid w:val="00D73DC1"/>
    <w:rsid w:val="00D767FE"/>
    <w:rsid w:val="00D80994"/>
    <w:rsid w:val="00D80A34"/>
    <w:rsid w:val="00D81AD1"/>
    <w:rsid w:val="00D84841"/>
    <w:rsid w:val="00D9074D"/>
    <w:rsid w:val="00D92960"/>
    <w:rsid w:val="00D92F0E"/>
    <w:rsid w:val="00D94A82"/>
    <w:rsid w:val="00D95A7B"/>
    <w:rsid w:val="00D96F83"/>
    <w:rsid w:val="00DA4CD6"/>
    <w:rsid w:val="00DA6B1D"/>
    <w:rsid w:val="00DB00FD"/>
    <w:rsid w:val="00DB06DC"/>
    <w:rsid w:val="00DB23EA"/>
    <w:rsid w:val="00DB3B65"/>
    <w:rsid w:val="00DB538A"/>
    <w:rsid w:val="00DC0183"/>
    <w:rsid w:val="00DC0404"/>
    <w:rsid w:val="00DC10BA"/>
    <w:rsid w:val="00DC2B2F"/>
    <w:rsid w:val="00DC3CB4"/>
    <w:rsid w:val="00DD0E85"/>
    <w:rsid w:val="00DD159D"/>
    <w:rsid w:val="00DD19B3"/>
    <w:rsid w:val="00DD29D7"/>
    <w:rsid w:val="00DD3DC1"/>
    <w:rsid w:val="00DD42E0"/>
    <w:rsid w:val="00DD6DE2"/>
    <w:rsid w:val="00DD740B"/>
    <w:rsid w:val="00DE0E2C"/>
    <w:rsid w:val="00DE65BE"/>
    <w:rsid w:val="00DE714D"/>
    <w:rsid w:val="00DE77F5"/>
    <w:rsid w:val="00DF3B68"/>
    <w:rsid w:val="00DF6A1B"/>
    <w:rsid w:val="00DF71BD"/>
    <w:rsid w:val="00DF7463"/>
    <w:rsid w:val="00DF7B4E"/>
    <w:rsid w:val="00E01990"/>
    <w:rsid w:val="00E10E2D"/>
    <w:rsid w:val="00E14761"/>
    <w:rsid w:val="00E14EEB"/>
    <w:rsid w:val="00E16653"/>
    <w:rsid w:val="00E21108"/>
    <w:rsid w:val="00E27DB8"/>
    <w:rsid w:val="00E3030F"/>
    <w:rsid w:val="00E31547"/>
    <w:rsid w:val="00E343C6"/>
    <w:rsid w:val="00E35117"/>
    <w:rsid w:val="00E43B5B"/>
    <w:rsid w:val="00E46B59"/>
    <w:rsid w:val="00E50A47"/>
    <w:rsid w:val="00E54226"/>
    <w:rsid w:val="00E54D89"/>
    <w:rsid w:val="00E560FF"/>
    <w:rsid w:val="00E56122"/>
    <w:rsid w:val="00E65571"/>
    <w:rsid w:val="00E659DB"/>
    <w:rsid w:val="00E67E8F"/>
    <w:rsid w:val="00E73D8E"/>
    <w:rsid w:val="00E76EBA"/>
    <w:rsid w:val="00E80F64"/>
    <w:rsid w:val="00E8188E"/>
    <w:rsid w:val="00E845FC"/>
    <w:rsid w:val="00E8562F"/>
    <w:rsid w:val="00E859FE"/>
    <w:rsid w:val="00E86366"/>
    <w:rsid w:val="00E868F1"/>
    <w:rsid w:val="00E86F75"/>
    <w:rsid w:val="00E86F8A"/>
    <w:rsid w:val="00E87463"/>
    <w:rsid w:val="00E93730"/>
    <w:rsid w:val="00E95B77"/>
    <w:rsid w:val="00E9621F"/>
    <w:rsid w:val="00E97703"/>
    <w:rsid w:val="00EA0BAC"/>
    <w:rsid w:val="00EA2368"/>
    <w:rsid w:val="00EA23F5"/>
    <w:rsid w:val="00EA278F"/>
    <w:rsid w:val="00EA36C2"/>
    <w:rsid w:val="00EA5FAC"/>
    <w:rsid w:val="00EA6E52"/>
    <w:rsid w:val="00EB3D0B"/>
    <w:rsid w:val="00EB3E51"/>
    <w:rsid w:val="00EB47DE"/>
    <w:rsid w:val="00EB48BB"/>
    <w:rsid w:val="00EB4971"/>
    <w:rsid w:val="00EB6107"/>
    <w:rsid w:val="00EB67D8"/>
    <w:rsid w:val="00EB6C60"/>
    <w:rsid w:val="00EC1F42"/>
    <w:rsid w:val="00EC26AC"/>
    <w:rsid w:val="00EC45F7"/>
    <w:rsid w:val="00EC56B4"/>
    <w:rsid w:val="00EC6F68"/>
    <w:rsid w:val="00EC7EEA"/>
    <w:rsid w:val="00ED1B3B"/>
    <w:rsid w:val="00ED2BA4"/>
    <w:rsid w:val="00ED410F"/>
    <w:rsid w:val="00ED4C78"/>
    <w:rsid w:val="00ED5593"/>
    <w:rsid w:val="00ED67A9"/>
    <w:rsid w:val="00ED7499"/>
    <w:rsid w:val="00EE123C"/>
    <w:rsid w:val="00EE1526"/>
    <w:rsid w:val="00EE1D61"/>
    <w:rsid w:val="00EE212A"/>
    <w:rsid w:val="00EE2F5C"/>
    <w:rsid w:val="00EE36FA"/>
    <w:rsid w:val="00EE407D"/>
    <w:rsid w:val="00EE7D05"/>
    <w:rsid w:val="00EF39E9"/>
    <w:rsid w:val="00EF686E"/>
    <w:rsid w:val="00F01349"/>
    <w:rsid w:val="00F02514"/>
    <w:rsid w:val="00F0295D"/>
    <w:rsid w:val="00F0316B"/>
    <w:rsid w:val="00F06542"/>
    <w:rsid w:val="00F06C76"/>
    <w:rsid w:val="00F07260"/>
    <w:rsid w:val="00F105DA"/>
    <w:rsid w:val="00F11903"/>
    <w:rsid w:val="00F24716"/>
    <w:rsid w:val="00F24C5C"/>
    <w:rsid w:val="00F24CB1"/>
    <w:rsid w:val="00F267C3"/>
    <w:rsid w:val="00F31231"/>
    <w:rsid w:val="00F312A4"/>
    <w:rsid w:val="00F31624"/>
    <w:rsid w:val="00F334E1"/>
    <w:rsid w:val="00F36B5C"/>
    <w:rsid w:val="00F40785"/>
    <w:rsid w:val="00F41AFA"/>
    <w:rsid w:val="00F426F1"/>
    <w:rsid w:val="00F52D96"/>
    <w:rsid w:val="00F5409F"/>
    <w:rsid w:val="00F6015B"/>
    <w:rsid w:val="00F60768"/>
    <w:rsid w:val="00F61B93"/>
    <w:rsid w:val="00F61E9E"/>
    <w:rsid w:val="00F64405"/>
    <w:rsid w:val="00F658B5"/>
    <w:rsid w:val="00F66289"/>
    <w:rsid w:val="00F671B4"/>
    <w:rsid w:val="00F7107B"/>
    <w:rsid w:val="00F74A9A"/>
    <w:rsid w:val="00F74F18"/>
    <w:rsid w:val="00F827B8"/>
    <w:rsid w:val="00F84E0F"/>
    <w:rsid w:val="00F868AE"/>
    <w:rsid w:val="00F92248"/>
    <w:rsid w:val="00F93532"/>
    <w:rsid w:val="00F97C97"/>
    <w:rsid w:val="00FA16E7"/>
    <w:rsid w:val="00FA3EA3"/>
    <w:rsid w:val="00FA4055"/>
    <w:rsid w:val="00FA4F51"/>
    <w:rsid w:val="00FA6A65"/>
    <w:rsid w:val="00FB0FBB"/>
    <w:rsid w:val="00FB1447"/>
    <w:rsid w:val="00FB1FCB"/>
    <w:rsid w:val="00FB2FB8"/>
    <w:rsid w:val="00FB3497"/>
    <w:rsid w:val="00FB3670"/>
    <w:rsid w:val="00FB36B0"/>
    <w:rsid w:val="00FB3A45"/>
    <w:rsid w:val="00FB4AFF"/>
    <w:rsid w:val="00FB695E"/>
    <w:rsid w:val="00FB7912"/>
    <w:rsid w:val="00FC0116"/>
    <w:rsid w:val="00FC1317"/>
    <w:rsid w:val="00FC1897"/>
    <w:rsid w:val="00FC4916"/>
    <w:rsid w:val="00FC6324"/>
    <w:rsid w:val="00FC767F"/>
    <w:rsid w:val="00FD1F26"/>
    <w:rsid w:val="00FD30AA"/>
    <w:rsid w:val="00FD3190"/>
    <w:rsid w:val="00FD40A4"/>
    <w:rsid w:val="00FD6971"/>
    <w:rsid w:val="00FD6DDA"/>
    <w:rsid w:val="00FD73A7"/>
    <w:rsid w:val="00FD7723"/>
    <w:rsid w:val="00FE22A1"/>
    <w:rsid w:val="00FE2B05"/>
    <w:rsid w:val="00FE32AA"/>
    <w:rsid w:val="00FE32E4"/>
    <w:rsid w:val="00FE3592"/>
    <w:rsid w:val="00FE3642"/>
    <w:rsid w:val="00FE49B8"/>
    <w:rsid w:val="00FE54EC"/>
    <w:rsid w:val="00FE6940"/>
    <w:rsid w:val="00FE72CB"/>
    <w:rsid w:val="00FF4160"/>
    <w:rsid w:val="00FF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6248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1F6248"/>
    <w:pPr>
      <w:keepNext/>
      <w:jc w:val="center"/>
      <w:outlineLvl w:val="0"/>
    </w:pPr>
    <w:rPr>
      <w:b/>
      <w:sz w:val="28"/>
      <w:lang w:val="en-US"/>
    </w:rPr>
  </w:style>
  <w:style w:type="paragraph" w:styleId="Nagwek2">
    <w:name w:val="heading 2"/>
    <w:basedOn w:val="Normalny"/>
    <w:next w:val="Normalny"/>
    <w:qFormat/>
    <w:rsid w:val="001F6248"/>
    <w:pPr>
      <w:keepNext/>
      <w:ind w:left="2268"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1F6248"/>
    <w:pPr>
      <w:keepNext/>
      <w:spacing w:line="360" w:lineRule="auto"/>
      <w:outlineLvl w:val="2"/>
    </w:pPr>
    <w:rPr>
      <w:sz w:val="28"/>
      <w:lang w:val="de-DE"/>
    </w:rPr>
  </w:style>
  <w:style w:type="paragraph" w:styleId="Nagwek4">
    <w:name w:val="heading 4"/>
    <w:basedOn w:val="Normalny"/>
    <w:next w:val="Normalny"/>
    <w:qFormat/>
    <w:rsid w:val="001F6248"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1F6248"/>
    <w:pPr>
      <w:keepNext/>
      <w:jc w:val="center"/>
      <w:outlineLvl w:val="4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F62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F624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1F6248"/>
    <w:pPr>
      <w:jc w:val="both"/>
    </w:pPr>
    <w:rPr>
      <w:b/>
    </w:rPr>
  </w:style>
  <w:style w:type="paragraph" w:customStyle="1" w:styleId="Tekstpodstawowy21">
    <w:name w:val="Tekst podstawowy 21"/>
    <w:basedOn w:val="Normalny"/>
    <w:rsid w:val="001F6248"/>
    <w:pPr>
      <w:jc w:val="both"/>
    </w:pPr>
    <w:rPr>
      <w:sz w:val="22"/>
    </w:rPr>
  </w:style>
  <w:style w:type="character" w:styleId="Numerstrony">
    <w:name w:val="page number"/>
    <w:basedOn w:val="Domylnaczcionkaakapitu"/>
    <w:semiHidden/>
    <w:rsid w:val="001F6248"/>
  </w:style>
  <w:style w:type="paragraph" w:styleId="Tytu">
    <w:name w:val="Title"/>
    <w:basedOn w:val="Normalny"/>
    <w:link w:val="TytuZnak"/>
    <w:qFormat/>
    <w:rsid w:val="001F6248"/>
    <w:pPr>
      <w:jc w:val="center"/>
    </w:pPr>
    <w:rPr>
      <w:b/>
      <w:sz w:val="22"/>
    </w:rPr>
  </w:style>
  <w:style w:type="paragraph" w:customStyle="1" w:styleId="Tekstpodstawowy22">
    <w:name w:val="Tekst podstawowy 22"/>
    <w:basedOn w:val="Normalny"/>
    <w:rsid w:val="001F6248"/>
    <w:pPr>
      <w:ind w:left="709" w:hanging="425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1F6248"/>
    <w:pPr>
      <w:tabs>
        <w:tab w:val="left" w:pos="709"/>
      </w:tabs>
      <w:ind w:left="709"/>
      <w:jc w:val="both"/>
    </w:pPr>
    <w:rPr>
      <w:sz w:val="22"/>
    </w:rPr>
  </w:style>
  <w:style w:type="paragraph" w:styleId="Tekstpodstawowy2">
    <w:name w:val="Body Text 2"/>
    <w:basedOn w:val="Normalny"/>
    <w:semiHidden/>
    <w:rsid w:val="001F6248"/>
    <w:pPr>
      <w:overflowPunct/>
      <w:jc w:val="both"/>
      <w:textAlignment w:val="auto"/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EC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2EC4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624E6F"/>
    <w:rPr>
      <w:sz w:val="24"/>
    </w:rPr>
  </w:style>
  <w:style w:type="paragraph" w:customStyle="1" w:styleId="Default">
    <w:name w:val="Default"/>
    <w:rsid w:val="00D2527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537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4F4F33"/>
    <w:rPr>
      <w:b/>
      <w:bCs/>
    </w:rPr>
  </w:style>
  <w:style w:type="paragraph" w:styleId="Akapitzlist">
    <w:name w:val="List Paragraph"/>
    <w:basedOn w:val="Normalny"/>
    <w:qFormat/>
    <w:rsid w:val="00D5722F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582823"/>
    <w:rPr>
      <w:rFonts w:ascii="Times New Roman" w:hAnsi="Times New Roman" w:cs="Times New Roman" w:hint="default"/>
      <w:i/>
      <w:iCs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locked/>
    <w:rsid w:val="00582823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82823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82823"/>
  </w:style>
  <w:style w:type="character" w:styleId="Odwoanieprzypisudolnego">
    <w:name w:val="footnote reference"/>
    <w:aliases w:val="Footnote Reference Number"/>
    <w:unhideWhenUsed/>
    <w:rsid w:val="00582823"/>
    <w:rPr>
      <w:rFonts w:ascii="Times New Roman" w:hAnsi="Times New Roman" w:cs="Times New Roman" w:hint="default"/>
      <w:vertAlign w:val="superscript"/>
    </w:rPr>
  </w:style>
  <w:style w:type="character" w:customStyle="1" w:styleId="h1">
    <w:name w:val="h1"/>
    <w:basedOn w:val="Domylnaczcionkaakapitu"/>
    <w:rsid w:val="00795329"/>
  </w:style>
  <w:style w:type="paragraph" w:customStyle="1" w:styleId="Standard">
    <w:name w:val="Standard"/>
    <w:rsid w:val="001132A5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FootnoteSymbol">
    <w:name w:val="Footnote Symbol"/>
    <w:rsid w:val="001132A5"/>
    <w:rPr>
      <w:position w:val="0"/>
      <w:vertAlign w:val="superscript"/>
    </w:rPr>
  </w:style>
  <w:style w:type="character" w:customStyle="1" w:styleId="NagwekZnak">
    <w:name w:val="Nagłówek Znak"/>
    <w:link w:val="Nagwek"/>
    <w:uiPriority w:val="99"/>
    <w:rsid w:val="00781ECB"/>
    <w:rPr>
      <w:sz w:val="24"/>
    </w:rPr>
  </w:style>
  <w:style w:type="character" w:customStyle="1" w:styleId="TytuZnak">
    <w:name w:val="Tytuł Znak"/>
    <w:link w:val="Tytu"/>
    <w:rsid w:val="00781ECB"/>
    <w:rPr>
      <w:b/>
      <w:sz w:val="22"/>
    </w:rPr>
  </w:style>
  <w:style w:type="character" w:customStyle="1" w:styleId="padding-right-standard">
    <w:name w:val="padding-right-standard"/>
    <w:basedOn w:val="Domylnaczcionkaakapitu"/>
    <w:rsid w:val="00140816"/>
  </w:style>
  <w:style w:type="character" w:styleId="Hipercze">
    <w:name w:val="Hyperlink"/>
    <w:uiPriority w:val="99"/>
    <w:unhideWhenUsed/>
    <w:rsid w:val="00D07773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75FF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4E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4E9"/>
  </w:style>
  <w:style w:type="character" w:styleId="Odwoanieprzypisukocowego">
    <w:name w:val="endnote reference"/>
    <w:uiPriority w:val="99"/>
    <w:semiHidden/>
    <w:unhideWhenUsed/>
    <w:rsid w:val="00A414E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3E1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23E1E"/>
    <w:rPr>
      <w:sz w:val="24"/>
    </w:rPr>
  </w:style>
  <w:style w:type="character" w:customStyle="1" w:styleId="Nierozpoznanawzmianka">
    <w:name w:val="Nierozpoznana wzmianka"/>
    <w:uiPriority w:val="99"/>
    <w:semiHidden/>
    <w:unhideWhenUsed/>
    <w:rsid w:val="005933F1"/>
    <w:rPr>
      <w:color w:val="605E5C"/>
      <w:shd w:val="clear" w:color="auto" w:fill="E1DFDD"/>
    </w:rPr>
  </w:style>
  <w:style w:type="character" w:customStyle="1" w:styleId="Teksttreci">
    <w:name w:val="Tekst treści_"/>
    <w:link w:val="Teksttreci1"/>
    <w:uiPriority w:val="99"/>
    <w:rsid w:val="006A4C9B"/>
    <w:rPr>
      <w:rFonts w:ascii="Georgia" w:hAnsi="Georgia" w:cs="Georgia"/>
      <w:sz w:val="19"/>
      <w:szCs w:val="19"/>
      <w:shd w:val="clear" w:color="auto" w:fill="FFFFFF"/>
    </w:rPr>
  </w:style>
  <w:style w:type="character" w:customStyle="1" w:styleId="TeksttreciKursywa">
    <w:name w:val="Tekst treści + Kursywa"/>
    <w:uiPriority w:val="99"/>
    <w:rsid w:val="006A4C9B"/>
    <w:rPr>
      <w:rFonts w:ascii="Georgia" w:hAnsi="Georgia" w:cs="Georgia"/>
      <w:i/>
      <w:iCs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A4C9B"/>
    <w:pPr>
      <w:widowControl w:val="0"/>
      <w:shd w:val="clear" w:color="auto" w:fill="FFFFFF"/>
      <w:overflowPunct/>
      <w:autoSpaceDE/>
      <w:autoSpaceDN/>
      <w:adjustRightInd/>
      <w:spacing w:after="960" w:line="240" w:lineRule="atLeast"/>
      <w:ind w:hanging="540"/>
      <w:textAlignment w:val="auto"/>
    </w:pPr>
    <w:rPr>
      <w:rFonts w:ascii="Georgia" w:hAnsi="Georgia"/>
      <w:sz w:val="19"/>
      <w:szCs w:val="19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73D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73DC1"/>
    <w:rPr>
      <w:rFonts w:ascii="Courier New" w:hAnsi="Courier New" w:cs="Courier New"/>
    </w:rPr>
  </w:style>
  <w:style w:type="paragraph" w:customStyle="1" w:styleId="Standarduser">
    <w:name w:val="Standard (user)"/>
    <w:rsid w:val="002340C1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Num9a">
    <w:name w:val="WWNum9a"/>
    <w:basedOn w:val="Bezlisty"/>
    <w:rsid w:val="002340C1"/>
    <w:pPr>
      <w:numPr>
        <w:numId w:val="11"/>
      </w:numPr>
    </w:pPr>
  </w:style>
  <w:style w:type="numbering" w:customStyle="1" w:styleId="WWNum10">
    <w:name w:val="WWNum10"/>
    <w:basedOn w:val="Bezlisty"/>
    <w:rsid w:val="002340C1"/>
    <w:pPr>
      <w:numPr>
        <w:numId w:val="12"/>
      </w:numPr>
    </w:pPr>
  </w:style>
  <w:style w:type="numbering" w:customStyle="1" w:styleId="WWNum11">
    <w:name w:val="WWNum11"/>
    <w:basedOn w:val="Bezlisty"/>
    <w:rsid w:val="002340C1"/>
    <w:pPr>
      <w:numPr>
        <w:numId w:val="13"/>
      </w:numPr>
    </w:pPr>
  </w:style>
  <w:style w:type="numbering" w:customStyle="1" w:styleId="WWNum13">
    <w:name w:val="WWNum13"/>
    <w:basedOn w:val="Bezlisty"/>
    <w:rsid w:val="002340C1"/>
    <w:pPr>
      <w:numPr>
        <w:numId w:val="14"/>
      </w:numPr>
    </w:pPr>
  </w:style>
  <w:style w:type="numbering" w:customStyle="1" w:styleId="WWNum15">
    <w:name w:val="WWNum15"/>
    <w:basedOn w:val="Bezlisty"/>
    <w:rsid w:val="002340C1"/>
    <w:pPr>
      <w:numPr>
        <w:numId w:val="15"/>
      </w:numPr>
    </w:pPr>
  </w:style>
  <w:style w:type="numbering" w:customStyle="1" w:styleId="WWNum16">
    <w:name w:val="WWNum16"/>
    <w:basedOn w:val="Bezlisty"/>
    <w:rsid w:val="002340C1"/>
    <w:pPr>
      <w:numPr>
        <w:numId w:val="16"/>
      </w:numPr>
    </w:pPr>
  </w:style>
  <w:style w:type="numbering" w:customStyle="1" w:styleId="WWNum17">
    <w:name w:val="WWNum17"/>
    <w:basedOn w:val="Bezlisty"/>
    <w:rsid w:val="002340C1"/>
    <w:pPr>
      <w:numPr>
        <w:numId w:val="17"/>
      </w:numPr>
    </w:pPr>
  </w:style>
  <w:style w:type="numbering" w:customStyle="1" w:styleId="WWNum18">
    <w:name w:val="WWNum18"/>
    <w:basedOn w:val="Bezlisty"/>
    <w:rsid w:val="002340C1"/>
    <w:pPr>
      <w:numPr>
        <w:numId w:val="18"/>
      </w:numPr>
    </w:pPr>
  </w:style>
  <w:style w:type="numbering" w:customStyle="1" w:styleId="WWNum19">
    <w:name w:val="WWNum19"/>
    <w:basedOn w:val="Bezlisty"/>
    <w:rsid w:val="002340C1"/>
    <w:pPr>
      <w:numPr>
        <w:numId w:val="19"/>
      </w:numPr>
    </w:pPr>
  </w:style>
  <w:style w:type="numbering" w:customStyle="1" w:styleId="WWNum20">
    <w:name w:val="WWNum20"/>
    <w:basedOn w:val="Bezlisty"/>
    <w:rsid w:val="002340C1"/>
    <w:pPr>
      <w:numPr>
        <w:numId w:val="20"/>
      </w:numPr>
    </w:pPr>
  </w:style>
  <w:style w:type="numbering" w:customStyle="1" w:styleId="WWNum21">
    <w:name w:val="WWNum21"/>
    <w:basedOn w:val="Bezlisty"/>
    <w:rsid w:val="002340C1"/>
    <w:pPr>
      <w:numPr>
        <w:numId w:val="21"/>
      </w:numPr>
    </w:pPr>
  </w:style>
  <w:style w:type="numbering" w:customStyle="1" w:styleId="WWNum22">
    <w:name w:val="WWNum22"/>
    <w:basedOn w:val="Bezlisty"/>
    <w:rsid w:val="002340C1"/>
    <w:pPr>
      <w:numPr>
        <w:numId w:val="22"/>
      </w:numPr>
    </w:pPr>
  </w:style>
  <w:style w:type="numbering" w:customStyle="1" w:styleId="WWNum23">
    <w:name w:val="WWNum23"/>
    <w:basedOn w:val="Bezlisty"/>
    <w:rsid w:val="002340C1"/>
    <w:pPr>
      <w:numPr>
        <w:numId w:val="23"/>
      </w:numPr>
    </w:pPr>
  </w:style>
  <w:style w:type="numbering" w:customStyle="1" w:styleId="WWNum24">
    <w:name w:val="WWNum24"/>
    <w:basedOn w:val="Bezlisty"/>
    <w:rsid w:val="002340C1"/>
    <w:pPr>
      <w:numPr>
        <w:numId w:val="24"/>
      </w:numPr>
    </w:pPr>
  </w:style>
  <w:style w:type="numbering" w:customStyle="1" w:styleId="WWNum25">
    <w:name w:val="WWNum25"/>
    <w:basedOn w:val="Bezlisty"/>
    <w:rsid w:val="002340C1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Camel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6AB01-3761-4F60-8F4F-B5AD9461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Camelot.dot</Template>
  <TotalTime>1</TotalTime>
  <Pages>3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UCZESTNICTWA_</vt:lpstr>
    </vt:vector>
  </TitlesOfParts>
  <Company>Tłum. i Konsultacje Językowe</Company>
  <LinksUpToDate>false</LinksUpToDate>
  <CharactersWithSpaces>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UCZESTNICTWA_</dc:title>
  <dc:creator>Kamila i Kamil Rozpędek</dc:creator>
  <cp:lastModifiedBy>profas</cp:lastModifiedBy>
  <cp:revision>2</cp:revision>
  <cp:lastPrinted>2020-10-16T09:51:00Z</cp:lastPrinted>
  <dcterms:created xsi:type="dcterms:W3CDTF">2020-10-16T18:36:00Z</dcterms:created>
  <dcterms:modified xsi:type="dcterms:W3CDTF">2020-10-16T18:36:00Z</dcterms:modified>
</cp:coreProperties>
</file>