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688B" w:rsidRDefault="0007688B">
      <w:pPr>
        <w:rPr>
          <w:rFonts w:ascii="Calibri" w:hAnsi="Calibri" w:cs="Calibri"/>
          <w:b/>
          <w:sz w:val="2"/>
          <w:szCs w:val="2"/>
        </w:rPr>
      </w:pPr>
    </w:p>
    <w:p w:rsidR="0007688B" w:rsidRDefault="0007688B">
      <w:pPr>
        <w:rPr>
          <w:rFonts w:ascii="Calibri" w:hAnsi="Calibri" w:cs="Calibri"/>
          <w:b/>
          <w:sz w:val="2"/>
          <w:szCs w:val="2"/>
        </w:rPr>
      </w:pPr>
    </w:p>
    <w:p w:rsidR="0007688B" w:rsidRDefault="0007688B">
      <w:pPr>
        <w:rPr>
          <w:rFonts w:ascii="Calibri" w:hAnsi="Calibri" w:cs="Calibri"/>
          <w:b/>
          <w:sz w:val="2"/>
          <w:szCs w:val="2"/>
        </w:rPr>
      </w:pPr>
    </w:p>
    <w:p w:rsidR="0007688B" w:rsidRDefault="0007688B">
      <w:pPr>
        <w:rPr>
          <w:rFonts w:ascii="Calibri" w:hAnsi="Calibri" w:cs="Calibri"/>
          <w:b/>
          <w:sz w:val="2"/>
          <w:szCs w:val="2"/>
        </w:rPr>
      </w:pPr>
    </w:p>
    <w:p w:rsidR="0007688B" w:rsidRDefault="0007688B">
      <w:pPr>
        <w:rPr>
          <w:rFonts w:ascii="Calibri" w:hAnsi="Calibri" w:cs="Calibri"/>
          <w:b/>
          <w:sz w:val="2"/>
          <w:szCs w:val="2"/>
        </w:rPr>
      </w:pPr>
    </w:p>
    <w:p w:rsidR="0007688B" w:rsidRDefault="0007688B">
      <w:pPr>
        <w:pStyle w:val="Nagwek20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07688B" w:rsidRDefault="0007688B">
      <w:pPr>
        <w:spacing w:line="276" w:lineRule="auto"/>
        <w:jc w:val="right"/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07688B" w:rsidRDefault="0007688B">
      <w:pPr>
        <w:spacing w:line="276" w:lineRule="auto"/>
        <w:jc w:val="right"/>
      </w:pPr>
    </w:p>
    <w:p w:rsidR="0007688B" w:rsidRDefault="0007688B">
      <w:pPr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07688B" w:rsidRDefault="0007688B">
      <w:pPr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C24DF3">
        <w:rPr>
          <w:rFonts w:ascii="Calibri" w:hAnsi="Calibri" w:cs="Calibri"/>
          <w:sz w:val="22"/>
          <w:szCs w:val="22"/>
        </w:rPr>
        <w:t>Nr 05/2021/KKZ-ZS1 z dnia 16.04.2021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07688B" w:rsidRDefault="0007688B">
      <w:pPr>
        <w:spacing w:line="276" w:lineRule="auto"/>
        <w:jc w:val="right"/>
      </w:pPr>
    </w:p>
    <w:p w:rsidR="0007688B" w:rsidRDefault="0007688B">
      <w:pPr>
        <w:spacing w:line="276" w:lineRule="auto"/>
        <w:jc w:val="center"/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07688B" w:rsidRDefault="0007688B">
      <w:pPr>
        <w:pStyle w:val="Tekstpodstawowywcity"/>
        <w:spacing w:before="80" w:line="276" w:lineRule="auto"/>
        <w:ind w:left="0"/>
        <w:rPr>
          <w:rFonts w:ascii="Calibri" w:hAnsi="Calibri" w:cs="Calibri"/>
          <w:sz w:val="36"/>
          <w:szCs w:val="36"/>
          <w:lang w:val="pl-PL" w:eastAsia="pl-PL"/>
        </w:rPr>
      </w:pPr>
      <w:r>
        <w:pict>
          <v:roundrect id="_x0000_s2050" style="position:absolute;margin-left:6.7pt;margin-top:6.55pt;width:256.7pt;height:117pt;z-index:251657728" arcsize="10923f" filled="f" strokeweight=".09mm">
            <v:stroke joinstyle="miter"/>
            <v:textbox style="mso-rotate-with-shape:t" inset=".35mm,.35mm,.35mm,.35mm">
              <w:txbxContent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  <w:p w:rsidR="0007688B" w:rsidRDefault="0007688B">
                  <w:pPr>
                    <w:overflowPunct w:val="0"/>
                    <w:jc w:val="center"/>
                    <w:rPr>
                      <w:rFonts w:ascii="Calibri Light" w:hAnsi="Calibri Light" w:cs="Calibri Light"/>
                      <w:kern w:val="2"/>
                      <w:sz w:val="16"/>
                    </w:rPr>
                  </w:pPr>
                  <w:r>
                    <w:rPr>
                      <w:rFonts w:ascii="Calibri Light" w:hAnsi="Calibri Light" w:cs="Calibri Light"/>
                      <w:kern w:val="2"/>
                      <w:sz w:val="16"/>
                    </w:rPr>
                    <w:t>Nazwa i adres lub pieczęć Wykonawcy</w:t>
                  </w:r>
                </w:p>
                <w:p w:rsidR="0007688B" w:rsidRDefault="0007688B">
                  <w:pPr>
                    <w:overflowPunct w:val="0"/>
                    <w:rPr>
                      <w:rFonts w:ascii="Liberation Serif" w:eastAsia="NSimSun" w:hAnsi="Liberation Serif" w:cs="Arial"/>
                      <w:kern w:val="2"/>
                      <w:lang w:bidi="hi-IN"/>
                    </w:rPr>
                  </w:pPr>
                </w:p>
              </w:txbxContent>
            </v:textbox>
          </v:roundrect>
        </w:pict>
      </w:r>
    </w:p>
    <w:p w:rsidR="0007688B" w:rsidRDefault="0007688B">
      <w:pPr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  <w:lang w:val="pl-PL" w:eastAsia="pl-PL"/>
        </w:rPr>
      </w:pPr>
    </w:p>
    <w:p w:rsidR="0007688B" w:rsidRDefault="0007688B">
      <w:pPr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  <w:lang w:val="pl-PL" w:eastAsia="pl-PL"/>
        </w:rPr>
      </w:pPr>
    </w:p>
    <w:p w:rsidR="0007688B" w:rsidRDefault="0007688B">
      <w:pPr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  <w:lang w:val="pl-PL" w:eastAsia="pl-PL"/>
        </w:rPr>
      </w:pPr>
    </w:p>
    <w:p w:rsidR="0007688B" w:rsidRDefault="0007688B">
      <w:pPr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  <w:lang w:val="pl-PL" w:eastAsia="pl-PL"/>
        </w:rPr>
      </w:pPr>
    </w:p>
    <w:p w:rsidR="0007688B" w:rsidRDefault="0007688B">
      <w:pPr>
        <w:spacing w:line="360" w:lineRule="auto"/>
        <w:jc w:val="both"/>
        <w:rPr>
          <w:rFonts w:ascii="Calibri" w:hAnsi="Calibri" w:cs="Calibri"/>
          <w:b/>
        </w:rPr>
      </w:pPr>
    </w:p>
    <w:p w:rsidR="0007688B" w:rsidRDefault="0007688B">
      <w:pPr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07688B" w:rsidRDefault="000768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07688B" w:rsidRDefault="000768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07688B" w:rsidRDefault="0007688B">
      <w:pPr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07688B" w:rsidRDefault="0007688B">
      <w:pPr>
        <w:pStyle w:val="Nagwek20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>ogłosz</w:t>
      </w:r>
      <w:r w:rsidR="00C24DF3">
        <w:rPr>
          <w:rFonts w:ascii="Calibri" w:hAnsi="Calibri" w:cs="Calibri"/>
          <w:b w:val="0"/>
          <w:bCs w:val="0"/>
          <w:color w:val="auto"/>
          <w:sz w:val="22"/>
          <w:szCs w:val="22"/>
        </w:rPr>
        <w:t>onego Zapytania ofertowego nr 05/2021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>/KKZ-ZS1 z dnia</w:t>
      </w:r>
      <w:r w:rsidR="00C24DF3">
        <w:rPr>
          <w:rFonts w:ascii="Calibri" w:hAnsi="Calibri" w:cs="Calibri"/>
          <w:b w:val="0"/>
          <w:sz w:val="22"/>
          <w:szCs w:val="22"/>
        </w:rPr>
        <w:t xml:space="preserve"> 16.04.2021</w:t>
      </w:r>
      <w:r>
        <w:rPr>
          <w:rFonts w:ascii="Calibri" w:hAnsi="Calibri" w:cs="Calibri"/>
          <w:b w:val="0"/>
          <w:sz w:val="22"/>
          <w:szCs w:val="22"/>
        </w:rPr>
        <w:t xml:space="preserve"> r. na</w:t>
      </w:r>
      <w:r>
        <w:rPr>
          <w:rFonts w:ascii="Calibri" w:hAnsi="Calibri" w:cs="Calibri"/>
          <w:b w:val="0"/>
        </w:rPr>
        <w:t xml:space="preserve"> </w:t>
      </w:r>
      <w:r w:rsidR="00C24DF3" w:rsidRPr="00C24DF3">
        <w:rPr>
          <w:rFonts w:ascii="Calibri" w:hAnsi="Calibri" w:cs="Calibri"/>
          <w:b w:val="0"/>
          <w:sz w:val="22"/>
          <w:szCs w:val="22"/>
        </w:rPr>
        <w:t>Wybór trenera na szkolenie „Cyberbezpieczeństwo-umiejętność poruszania się w sieci”</w:t>
      </w:r>
      <w:r w:rsidRPr="00C24DF3">
        <w:rPr>
          <w:rFonts w:ascii="Calibri" w:hAnsi="Calibri" w:cs="Calibri"/>
          <w:b w:val="0"/>
          <w:sz w:val="22"/>
          <w:szCs w:val="22"/>
        </w:rPr>
        <w:t xml:space="preserve"> dla uczestników proj</w:t>
      </w:r>
      <w:r>
        <w:rPr>
          <w:rFonts w:ascii="Calibri" w:hAnsi="Calibri" w:cs="Calibri"/>
          <w:b w:val="0"/>
          <w:sz w:val="22"/>
          <w:szCs w:val="22"/>
        </w:rPr>
        <w:t xml:space="preserve">ektu „Konarski kwitnie zawodowo!” współfinansowanego 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Działanie 8.5 Rozwój i wysoka jakość szkolnictwa zawodowego i kształcenia ustawicznego Poddziałanie 8.5.1 Podniesienie jakości kształcenia zawodowego oraz wsparcie na rzecz tworzenia i rozwoju CKZiU (projekty konkursowe). Nr projektu: RPSW. 08.05.01-26-0034/19 </w:t>
      </w:r>
    </w:p>
    <w:p w:rsidR="0007688B" w:rsidRDefault="0007688B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7688B" w:rsidRPr="00981236" w:rsidRDefault="0007688B">
      <w:pPr>
        <w:spacing w:line="480" w:lineRule="auto"/>
        <w:jc w:val="both"/>
        <w:rPr>
          <w:sz w:val="20"/>
          <w:szCs w:val="20"/>
        </w:rPr>
      </w:pPr>
      <w:r>
        <w:rPr>
          <w:rFonts w:ascii="Calibri" w:hAnsi="Calibri" w:cs="Calibri"/>
          <w:b/>
          <w:sz w:val="22"/>
          <w:szCs w:val="22"/>
        </w:rPr>
        <w:t>Oferuję wykonanie zlecenia za cenę brutto</w:t>
      </w:r>
      <w:r w:rsidR="00981236">
        <w:rPr>
          <w:rFonts w:ascii="Calibri" w:hAnsi="Calibri" w:cs="Calibri"/>
          <w:b/>
          <w:sz w:val="22"/>
          <w:szCs w:val="22"/>
        </w:rPr>
        <w:t xml:space="preserve"> </w:t>
      </w:r>
      <w:r w:rsidR="00981236" w:rsidRPr="00981236">
        <w:rPr>
          <w:rFonts w:ascii="Arial" w:hAnsi="Arial" w:cs="Arial"/>
          <w:b/>
          <w:sz w:val="22"/>
          <w:szCs w:val="22"/>
        </w:rPr>
        <w:t>(</w:t>
      </w:r>
      <w:r w:rsidR="00981236" w:rsidRPr="00981236">
        <w:rPr>
          <w:rFonts w:ascii="Calibri" w:hAnsi="Calibri" w:cs="Calibri"/>
          <w:b/>
          <w:sz w:val="22"/>
          <w:szCs w:val="22"/>
        </w:rPr>
        <w:t>łącznie z kosztami pracodawcy jeżeli dotyczy)</w:t>
      </w:r>
      <w:r w:rsidRPr="00981236">
        <w:rPr>
          <w:rFonts w:ascii="Calibri" w:hAnsi="Calibri" w:cs="Calibri"/>
          <w:b/>
          <w:sz w:val="22"/>
          <w:szCs w:val="22"/>
        </w:rPr>
        <w:t>:</w:t>
      </w:r>
    </w:p>
    <w:p w:rsidR="0007688B" w:rsidRDefault="0007688B">
      <w:pPr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1 </w:t>
      </w:r>
      <w:r w:rsidR="00C24DF3">
        <w:rPr>
          <w:rFonts w:ascii="Calibri" w:hAnsi="Calibri" w:cs="Calibri"/>
          <w:b/>
          <w:sz w:val="22"/>
          <w:szCs w:val="22"/>
        </w:rPr>
        <w:t>godzinę szkolenia</w:t>
      </w:r>
    </w:p>
    <w:p w:rsidR="0007688B" w:rsidRDefault="0007688B">
      <w:pPr>
        <w:spacing w:line="480" w:lineRule="auto"/>
        <w:jc w:val="both"/>
      </w:pPr>
      <w:r>
        <w:rPr>
          <w:rFonts w:ascii="Calibri" w:hAnsi="Calibri" w:cs="Calibri"/>
          <w:b/>
          <w:sz w:val="22"/>
          <w:szCs w:val="22"/>
        </w:rPr>
        <w:t xml:space="preserve">(słownie: ______________________________________________________ PLN za 1 </w:t>
      </w:r>
      <w:r w:rsidR="00C24DF3">
        <w:rPr>
          <w:rFonts w:ascii="Calibri" w:hAnsi="Calibri" w:cs="Calibri"/>
          <w:b/>
          <w:sz w:val="22"/>
          <w:szCs w:val="22"/>
        </w:rPr>
        <w:t>godzinę szkolenia</w:t>
      </w:r>
      <w:r>
        <w:rPr>
          <w:rFonts w:ascii="Calibri" w:hAnsi="Calibri" w:cs="Calibri"/>
          <w:b/>
          <w:sz w:val="22"/>
          <w:szCs w:val="22"/>
        </w:rPr>
        <w:t xml:space="preserve">), </w:t>
      </w:r>
    </w:p>
    <w:p w:rsidR="0007688B" w:rsidRPr="00C24DF3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</w:t>
      </w:r>
      <w:r w:rsidR="00C24DF3">
        <w:rPr>
          <w:rFonts w:ascii="Calibri" w:hAnsi="Calibri" w:cs="Calibri"/>
          <w:sz w:val="22"/>
          <w:szCs w:val="22"/>
        </w:rPr>
        <w:t>owo z Zapytaniem ofertowym nr 05/2021/KKZ-ZS1 z dnia 16.04.2021</w:t>
      </w:r>
      <w:r>
        <w:rPr>
          <w:rFonts w:ascii="Calibri" w:hAnsi="Calibri" w:cs="Calibri"/>
          <w:sz w:val="22"/>
          <w:szCs w:val="22"/>
        </w:rPr>
        <w:t xml:space="preserve">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C24DF3" w:rsidRDefault="00C24DF3" w:rsidP="00C24DF3">
      <w:pPr>
        <w:spacing w:line="360" w:lineRule="auto"/>
        <w:ind w:left="720"/>
        <w:jc w:val="both"/>
      </w:pPr>
    </w:p>
    <w:p w:rsidR="00C24DF3" w:rsidRDefault="00C24DF3" w:rsidP="00C24DF3">
      <w:pPr>
        <w:spacing w:line="360" w:lineRule="auto"/>
        <w:ind w:left="720"/>
        <w:jc w:val="both"/>
      </w:pPr>
    </w:p>
    <w:p w:rsidR="0007688B" w:rsidRPr="00C24DF3" w:rsidRDefault="0007688B" w:rsidP="00C24DF3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07688B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Zobowiązujemy się wykonać przedmiot zamówienia w terminach i na zasadach określon</w:t>
      </w:r>
      <w:r w:rsidR="00C24DF3">
        <w:rPr>
          <w:rFonts w:ascii="Calibri" w:hAnsi="Calibri" w:cs="Calibri"/>
          <w:sz w:val="22"/>
          <w:szCs w:val="22"/>
        </w:rPr>
        <w:t xml:space="preserve">ych </w:t>
      </w:r>
      <w:r w:rsidR="00C24DF3">
        <w:rPr>
          <w:rFonts w:ascii="Calibri" w:hAnsi="Calibri" w:cs="Calibri"/>
          <w:sz w:val="22"/>
          <w:szCs w:val="22"/>
        </w:rPr>
        <w:br/>
        <w:t>w zapytaniu ofertowym nr 05/2021/KKZ-ZS1 z dnia 16.04.2021</w:t>
      </w:r>
      <w:r>
        <w:rPr>
          <w:rFonts w:ascii="Calibri" w:hAnsi="Calibri" w:cs="Calibri"/>
          <w:sz w:val="22"/>
          <w:szCs w:val="22"/>
        </w:rPr>
        <w:t xml:space="preserve"> r. i projekcie umowy.</w:t>
      </w:r>
    </w:p>
    <w:p w:rsidR="0007688B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Oświadczamy, że zapoznaliśmy się z istotnymi postanowieniami umowy, które zostały zawarte </w:t>
      </w:r>
    </w:p>
    <w:p w:rsidR="0007688B" w:rsidRDefault="0007688B">
      <w:pPr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</w:t>
      </w:r>
      <w:r w:rsidR="00C24DF3">
        <w:rPr>
          <w:rFonts w:ascii="Calibri" w:hAnsi="Calibri" w:cs="Calibri"/>
          <w:sz w:val="22"/>
          <w:szCs w:val="22"/>
        </w:rPr>
        <w:t xml:space="preserve"> 5 do Zapytania ofertowego nr 05/2021/KKZ-ZS1 z dnia 16.04.2021</w:t>
      </w:r>
      <w:r>
        <w:rPr>
          <w:rFonts w:ascii="Calibri" w:hAnsi="Calibri" w:cs="Calibri"/>
          <w:sz w:val="22"/>
          <w:szCs w:val="22"/>
        </w:rPr>
        <w:t xml:space="preserve">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umowy jest integralną częścią oferty.</w:t>
      </w:r>
    </w:p>
    <w:p w:rsidR="0007688B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07688B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:rsidR="0007688B" w:rsidRDefault="0007688B">
      <w:pPr>
        <w:numPr>
          <w:ilvl w:val="0"/>
          <w:numId w:val="2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07688B" w:rsidRDefault="0007688B">
      <w:pPr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07688B" w:rsidRDefault="0007688B">
      <w:pPr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07688B" w:rsidRDefault="0007688B">
      <w:pPr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07688B" w:rsidRDefault="0007688B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07688B" w:rsidRDefault="0007688B"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07688B" w:rsidRDefault="0007688B">
      <w:pPr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07688B" w:rsidRDefault="0007688B">
      <w:pPr>
        <w:pStyle w:val="Tekstpodstawowywcity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07688B" w:rsidRDefault="0007688B">
      <w:pPr>
        <w:pStyle w:val="Tekstpodstawowywcity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07688B" w:rsidRDefault="0007688B">
      <w:pPr>
        <w:spacing w:line="276" w:lineRule="auto"/>
      </w:pPr>
    </w:p>
    <w:sectPr w:rsidR="0007688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3EA" w:rsidRDefault="003E33EA">
      <w:r>
        <w:separator/>
      </w:r>
    </w:p>
  </w:endnote>
  <w:endnote w:type="continuationSeparator" w:id="0">
    <w:p w:rsidR="003E33EA" w:rsidRDefault="003E3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57" w:type="dxa"/>
        <w:right w:w="57" w:type="dxa"/>
      </w:tblCellMar>
      <w:tblLook w:val="0000"/>
    </w:tblPr>
    <w:tblGrid>
      <w:gridCol w:w="2635"/>
      <w:gridCol w:w="3333"/>
      <w:gridCol w:w="3784"/>
    </w:tblGrid>
    <w:tr w:rsidR="0007688B">
      <w:trPr>
        <w:jc w:val="center"/>
      </w:trPr>
      <w:tc>
        <w:tcPr>
          <w:tcW w:w="2604" w:type="dxa"/>
          <w:shd w:val="clear" w:color="auto" w:fill="FFFFFF"/>
        </w:tcPr>
        <w:p w:rsidR="0007688B" w:rsidRDefault="007677D4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295400" cy="542925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6000"/>
                        </a:blip>
                        <a:srcRect l="-195" t="-462" r="-195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</w:tcPr>
        <w:p w:rsidR="0007688B" w:rsidRDefault="007677D4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42925"/>
                <wp:effectExtent l="1905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6000"/>
                        </a:blip>
                        <a:srcRect l="-211" t="-462" r="-211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</w:tcPr>
        <w:p w:rsidR="0007688B" w:rsidRDefault="007677D4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2019300" cy="542925"/>
                <wp:effectExtent l="1905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</a:blip>
                        <a:srcRect l="-124" t="-462" r="-124" b="-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688B" w:rsidRDefault="0007688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88B" w:rsidRDefault="0007688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3EA" w:rsidRDefault="003E33EA">
      <w:r>
        <w:separator/>
      </w:r>
    </w:p>
  </w:footnote>
  <w:footnote w:type="continuationSeparator" w:id="0">
    <w:p w:rsidR="003E33EA" w:rsidRDefault="003E3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88B" w:rsidRDefault="007677D4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1265" cy="805815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0" t="-400" r="-130" b="-400"/>
                  <a:stretch>
                    <a:fillRect/>
                  </a:stretch>
                </pic:blipFill>
                <pic:spPr bwMode="auto">
                  <a:xfrm>
                    <a:off x="0" y="0"/>
                    <a:ext cx="2501265" cy="805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7688B">
      <w:rPr>
        <w:sz w:val="16"/>
        <w:szCs w:val="16"/>
      </w:rPr>
      <w:t>REALIZATOR PROJEKTU:</w:t>
    </w:r>
  </w:p>
  <w:p w:rsidR="0007688B" w:rsidRDefault="0007688B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07688B" w:rsidRDefault="0007688B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07688B" w:rsidRDefault="0007688B">
    <w:pPr>
      <w:pStyle w:val="Nagwek"/>
      <w:jc w:val="right"/>
    </w:pPr>
    <w:r>
      <w:rPr>
        <w:sz w:val="16"/>
        <w:szCs w:val="16"/>
      </w:rPr>
      <w:t>tel./fax: 041 386 22 11</w:t>
    </w:r>
  </w:p>
  <w:p w:rsidR="0007688B" w:rsidRDefault="0007688B">
    <w:pPr>
      <w:pStyle w:val="Nagwek"/>
      <w:jc w:val="right"/>
    </w:pPr>
    <w:r>
      <w:rPr>
        <w:sz w:val="16"/>
        <w:szCs w:val="16"/>
      </w:rPr>
      <w:t>e-mail: poczta@zsp1.jedrzejow.com.pl</w:t>
    </w:r>
  </w:p>
  <w:p w:rsidR="0007688B" w:rsidRDefault="0007688B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88B" w:rsidRDefault="0007688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32F6"/>
    <w:rsid w:val="0007688B"/>
    <w:rsid w:val="00393D6A"/>
    <w:rsid w:val="003E33EA"/>
    <w:rsid w:val="005A6F6E"/>
    <w:rsid w:val="007677D4"/>
    <w:rsid w:val="00981236"/>
    <w:rsid w:val="00A332F6"/>
    <w:rsid w:val="00C2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 Light" w:hAnsi="Calibri Light" w:cs="Calibri Light" w:hint="default"/>
      <w:sz w:val="22"/>
      <w:szCs w:val="22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cs="Arial"/>
      <w:b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Calibri Ligh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basedOn w:val="Domylnaczcionkaakapitu2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Pr>
      <w:rFonts w:ascii="Calibri Light" w:hAnsi="Calibri Light" w:cs="Calibri Light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0">
    <w:name w:val="Nagłówek2"/>
    <w:basedOn w:val="Normalny"/>
    <w:next w:val="Normalny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Normalny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stParagraph">
    <w:name w:val="List Paragraph"/>
    <w:basedOn w:val="Normalny"/>
    <w:pPr>
      <w:spacing w:line="100" w:lineRule="atLeast"/>
      <w:ind w:left="708"/>
    </w:p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10-2007.dot</Template>
  <TotalTime>0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1995-11-21T15:41:00Z</cp:lastPrinted>
  <dcterms:created xsi:type="dcterms:W3CDTF">2021-04-16T17:48:00Z</dcterms:created>
  <dcterms:modified xsi:type="dcterms:W3CDTF">2021-04-16T17:48:00Z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